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850" w:rsidRDefault="00524850" w:rsidP="00524850">
      <w:pPr>
        <w:rPr>
          <w:noProof/>
          <w:sz w:val="72"/>
          <w:szCs w:val="72"/>
        </w:rPr>
      </w:pPr>
      <w:r w:rsidRPr="00524850">
        <w:rPr>
          <w:noProof/>
          <w:color w:val="FFC000"/>
          <w:sz w:val="72"/>
          <w:szCs w:val="72"/>
        </w:rPr>
        <w:t>B</w:t>
      </w:r>
      <w:r w:rsidRPr="00524850">
        <w:rPr>
          <w:noProof/>
          <w:color w:val="000000" w:themeColor="text1"/>
          <w:sz w:val="72"/>
          <w:szCs w:val="72"/>
        </w:rPr>
        <w:t>E</w:t>
      </w:r>
      <w:r>
        <w:rPr>
          <w:noProof/>
          <w:sz w:val="72"/>
          <w:szCs w:val="72"/>
        </w:rPr>
        <w:t xml:space="preserve">ST </w:t>
      </w:r>
      <w:r w:rsidRPr="00524850">
        <w:rPr>
          <w:noProof/>
          <w:color w:val="FFC000"/>
          <w:sz w:val="72"/>
          <w:szCs w:val="72"/>
        </w:rPr>
        <w:t>A</w:t>
      </w:r>
      <w:r>
        <w:rPr>
          <w:noProof/>
          <w:sz w:val="72"/>
          <w:szCs w:val="72"/>
        </w:rPr>
        <w:t xml:space="preserve">ND </w:t>
      </w:r>
      <w:r w:rsidRPr="00524850">
        <w:rPr>
          <w:noProof/>
          <w:color w:val="FFC000"/>
          <w:sz w:val="72"/>
          <w:szCs w:val="72"/>
        </w:rPr>
        <w:t>W</w:t>
      </w:r>
      <w:r>
        <w:rPr>
          <w:noProof/>
          <w:sz w:val="72"/>
          <w:szCs w:val="72"/>
        </w:rPr>
        <w:t xml:space="preserve">ORST </w:t>
      </w:r>
      <w:r w:rsidRPr="00524850">
        <w:rPr>
          <w:noProof/>
          <w:color w:val="FFC000"/>
          <w:sz w:val="72"/>
          <w:szCs w:val="72"/>
        </w:rPr>
        <w:t>L</w:t>
      </w:r>
      <w:r>
        <w:rPr>
          <w:noProof/>
          <w:sz w:val="72"/>
          <w:szCs w:val="72"/>
        </w:rPr>
        <w:t>OGOS</w:t>
      </w:r>
    </w:p>
    <w:p w:rsidR="00895D4A" w:rsidRPr="00524850" w:rsidRDefault="00895D4A">
      <w:pPr>
        <w:rPr>
          <w:b/>
          <w:i/>
          <w:noProof/>
          <w:sz w:val="28"/>
          <w:szCs w:val="28"/>
          <w:u w:val="single"/>
        </w:rPr>
      </w:pPr>
      <w:bookmarkStart w:id="0" w:name="_GoBack"/>
      <w:r w:rsidRPr="00524850">
        <w:rPr>
          <w:b/>
          <w:i/>
          <w:noProof/>
          <w:sz w:val="28"/>
          <w:szCs w:val="28"/>
          <w:u w:val="single"/>
        </w:rPr>
        <w:t>Benjamin houlton</w:t>
      </w:r>
    </w:p>
    <w:bookmarkEnd w:id="0"/>
    <w:p w:rsidR="00895D4A" w:rsidRDefault="00772E07">
      <w:pPr>
        <w:rPr>
          <w:noProof/>
        </w:rPr>
      </w:pPr>
      <w:r>
        <w:rPr>
          <w:noProof/>
        </w:rPr>
        <w:drawing>
          <wp:inline distT="0" distB="0" distL="0" distR="0" wp14:anchorId="37F1FFC2" wp14:editId="59ED85E0">
            <wp:extent cx="2571750" cy="914400"/>
            <wp:effectExtent l="0" t="0" r="0" b="0"/>
            <wp:docPr id="8" name="Picture 8" descr="\\aasd\students\2015\HOU530022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asd\students\2015\HOU530022\untitled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</w:p>
    <w:p w:rsidR="00772E07" w:rsidRPr="00772E07" w:rsidRDefault="00524850">
      <w:pPr>
        <w:rPr>
          <w:noProof/>
          <w:sz w:val="52"/>
          <w:szCs w:val="52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0288" behindDoc="1" locked="0" layoutInCell="1" allowOverlap="1" wp14:anchorId="1E93AADD" wp14:editId="220EAB37">
            <wp:simplePos x="0" y="0"/>
            <wp:positionH relativeFrom="column">
              <wp:posOffset>1743075</wp:posOffset>
            </wp:positionH>
            <wp:positionV relativeFrom="paragraph">
              <wp:posOffset>1845945</wp:posOffset>
            </wp:positionV>
            <wp:extent cx="2190750" cy="1542415"/>
            <wp:effectExtent l="0" t="0" r="0" b="635"/>
            <wp:wrapTight wrapText="bothSides">
              <wp:wrapPolygon edited="0">
                <wp:start x="0" y="0"/>
                <wp:lineTo x="0" y="21342"/>
                <wp:lineTo x="21412" y="21342"/>
                <wp:lineTo x="21412" y="0"/>
                <wp:lineTo x="0" y="0"/>
              </wp:wrapPolygon>
            </wp:wrapTight>
            <wp:docPr id="5" name="rg_hi" descr="http://t2.gstatic.com/images?q=tbn:ANd9GcRJWjFcAmtdKYDuJ0Ou1l8YfeeT9fjHvH80fCGEmA7hH1bK83yD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JWjFcAmtdKYDuJ0Ou1l8YfeeT9fjHvH80fCGEmA7hH1bK83yD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5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2E07">
        <w:rPr>
          <w:noProof/>
          <w:sz w:val="52"/>
          <w:szCs w:val="52"/>
        </w:rPr>
        <w:t>This is a very reconizable logo bercause fedex is a multi national company, so many people see it and know that they are going to recive something</w:t>
      </w:r>
      <w:r w:rsidR="00895D4A">
        <w:rPr>
          <w:noProof/>
          <w:sz w:val="52"/>
          <w:szCs w:val="52"/>
        </w:rPr>
        <w:t>.</w:t>
      </w:r>
    </w:p>
    <w:p w:rsidR="00772E07" w:rsidRDefault="00772E07">
      <w:pPr>
        <w:rPr>
          <w:noProof/>
        </w:rPr>
      </w:pPr>
    </w:p>
    <w:p w:rsidR="00895D4A" w:rsidRDefault="00895D4A">
      <w:pPr>
        <w:rPr>
          <w:noProof/>
          <w:sz w:val="52"/>
          <w:szCs w:val="52"/>
        </w:rPr>
      </w:pPr>
    </w:p>
    <w:p w:rsidR="00895D4A" w:rsidRDefault="00895D4A">
      <w:pPr>
        <w:rPr>
          <w:noProof/>
          <w:sz w:val="52"/>
          <w:szCs w:val="52"/>
        </w:rPr>
      </w:pPr>
    </w:p>
    <w:p w:rsidR="00895D4A" w:rsidRDefault="00895D4A">
      <w:pPr>
        <w:rPr>
          <w:noProof/>
          <w:sz w:val="52"/>
          <w:szCs w:val="52"/>
        </w:rPr>
      </w:pPr>
    </w:p>
    <w:p w:rsidR="00772E07" w:rsidRDefault="00772E07">
      <w:pPr>
        <w:rPr>
          <w:noProof/>
          <w:sz w:val="52"/>
          <w:szCs w:val="52"/>
        </w:rPr>
      </w:pPr>
      <w:r>
        <w:rPr>
          <w:noProof/>
          <w:sz w:val="52"/>
          <w:szCs w:val="52"/>
        </w:rPr>
        <w:t xml:space="preserve">The google logo is </w:t>
      </w:r>
      <w:r w:rsidRPr="00772E07">
        <w:rPr>
          <w:noProof/>
          <w:sz w:val="52"/>
          <w:szCs w:val="52"/>
        </w:rPr>
        <w:t>ubiquitous</w:t>
      </w:r>
      <w:r>
        <w:rPr>
          <w:noProof/>
          <w:sz w:val="52"/>
          <w:szCs w:val="52"/>
        </w:rPr>
        <w:t xml:space="preserve"> with the internet. Many people go to google right away to search for something</w:t>
      </w:r>
      <w:r w:rsidR="00895D4A">
        <w:rPr>
          <w:noProof/>
          <w:sz w:val="52"/>
          <w:szCs w:val="52"/>
        </w:rPr>
        <w:t xml:space="preserve">. Each day a </w:t>
      </w:r>
      <w:r w:rsidR="00895D4A">
        <w:rPr>
          <w:noProof/>
          <w:sz w:val="52"/>
          <w:szCs w:val="52"/>
        </w:rPr>
        <w:lastRenderedPageBreak/>
        <w:t xml:space="preserve">estimated 900 million people search for 2 </w:t>
      </w:r>
      <w:r w:rsidR="00895D4A"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9264" behindDoc="1" locked="0" layoutInCell="1" allowOverlap="1" wp14:anchorId="46C05275" wp14:editId="5B283DE0">
            <wp:simplePos x="0" y="0"/>
            <wp:positionH relativeFrom="column">
              <wp:posOffset>1181100</wp:posOffset>
            </wp:positionH>
            <wp:positionV relativeFrom="paragraph">
              <wp:posOffset>1311910</wp:posOffset>
            </wp:positionV>
            <wp:extent cx="3019425" cy="1514475"/>
            <wp:effectExtent l="0" t="0" r="9525" b="9525"/>
            <wp:wrapTight wrapText="bothSides">
              <wp:wrapPolygon edited="0">
                <wp:start x="0" y="0"/>
                <wp:lineTo x="0" y="21464"/>
                <wp:lineTo x="21532" y="21464"/>
                <wp:lineTo x="21532" y="0"/>
                <wp:lineTo x="0" y="0"/>
              </wp:wrapPolygon>
            </wp:wrapTight>
            <wp:docPr id="7" name="rg_hi" descr="http://t1.gstatic.com/images?q=tbn:ANd9GcSZmY7KnepgV9BYVn0_HeHbY5hz-wP6awx9soJCU8SvoocOD6zRE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ZmY7KnepgV9BYVn0_HeHbY5hz-wP6awx9soJCU8SvoocOD6zRE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5D4A">
        <w:rPr>
          <w:noProof/>
          <w:sz w:val="52"/>
          <w:szCs w:val="52"/>
        </w:rPr>
        <w:t>billion pages of information.</w:t>
      </w:r>
    </w:p>
    <w:p w:rsidR="00772E07" w:rsidRDefault="00772E07">
      <w:pPr>
        <w:rPr>
          <w:noProof/>
          <w:sz w:val="52"/>
          <w:szCs w:val="52"/>
        </w:rPr>
      </w:pPr>
    </w:p>
    <w:p w:rsidR="00895D4A" w:rsidRDefault="00895D4A">
      <w:pPr>
        <w:rPr>
          <w:noProof/>
          <w:sz w:val="52"/>
          <w:szCs w:val="52"/>
        </w:rPr>
      </w:pPr>
    </w:p>
    <w:p w:rsidR="00895D4A" w:rsidRDefault="00895D4A">
      <w:pPr>
        <w:rPr>
          <w:noProof/>
          <w:sz w:val="52"/>
          <w:szCs w:val="52"/>
        </w:rPr>
      </w:pPr>
    </w:p>
    <w:p w:rsidR="00772E07" w:rsidRPr="00772E07" w:rsidRDefault="00524850">
      <w:pPr>
        <w:rPr>
          <w:noProof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7F4458D" wp14:editId="511D25C3">
            <wp:simplePos x="0" y="0"/>
            <wp:positionH relativeFrom="column">
              <wp:posOffset>704850</wp:posOffset>
            </wp:positionH>
            <wp:positionV relativeFrom="paragraph">
              <wp:posOffset>2670175</wp:posOffset>
            </wp:positionV>
            <wp:extent cx="4038600" cy="1346200"/>
            <wp:effectExtent l="0" t="0" r="0" b="6350"/>
            <wp:wrapTight wrapText="bothSides">
              <wp:wrapPolygon edited="0">
                <wp:start x="0" y="0"/>
                <wp:lineTo x="0" y="21396"/>
                <wp:lineTo x="21498" y="21396"/>
                <wp:lineTo x="21498" y="0"/>
                <wp:lineTo x="0" y="0"/>
              </wp:wrapPolygon>
            </wp:wrapTight>
            <wp:docPr id="1" name="Picture 1" descr="http://www.truekolor.net/wp-content/uploads/2010/08/olym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ruekolor.net/wp-content/uploads/2010/08/olympi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2E07">
        <w:rPr>
          <w:noProof/>
          <w:sz w:val="52"/>
          <w:szCs w:val="52"/>
        </w:rPr>
        <w:t>The ford logo is so recon</w:t>
      </w:r>
      <w:r w:rsidR="00895D4A">
        <w:rPr>
          <w:noProof/>
          <w:sz w:val="52"/>
          <w:szCs w:val="52"/>
        </w:rPr>
        <w:t>ziable because ford sells vehicals in many countries so many people are exposed to the logo on a day to day basis. Ford as produced over 8 billion vehicals since its birth.</w:t>
      </w:r>
    </w:p>
    <w:p w:rsidR="00772E07" w:rsidRDefault="00772E07">
      <w:pPr>
        <w:rPr>
          <w:noProof/>
        </w:rPr>
      </w:pPr>
    </w:p>
    <w:p w:rsidR="00772E07" w:rsidRDefault="00772E07">
      <w:pPr>
        <w:rPr>
          <w:noProof/>
        </w:rPr>
      </w:pPr>
    </w:p>
    <w:p w:rsidR="00772E07" w:rsidRDefault="00772E07">
      <w:pPr>
        <w:rPr>
          <w:noProof/>
        </w:rPr>
      </w:pPr>
    </w:p>
    <w:p w:rsidR="00772E07" w:rsidRDefault="00772E07">
      <w:pPr>
        <w:rPr>
          <w:noProof/>
        </w:rPr>
      </w:pPr>
    </w:p>
    <w:p w:rsidR="00895D4A" w:rsidRDefault="00895D4A">
      <w:pPr>
        <w:rPr>
          <w:sz w:val="56"/>
          <w:szCs w:val="56"/>
        </w:rPr>
      </w:pPr>
    </w:p>
    <w:p w:rsidR="00895D4A" w:rsidRDefault="00895D4A">
      <w:pPr>
        <w:rPr>
          <w:sz w:val="56"/>
          <w:szCs w:val="56"/>
        </w:rPr>
      </w:pPr>
    </w:p>
    <w:p w:rsidR="00895D4A" w:rsidRDefault="00895D4A">
      <w:pPr>
        <w:rPr>
          <w:sz w:val="56"/>
          <w:szCs w:val="56"/>
        </w:rPr>
      </w:pPr>
    </w:p>
    <w:p w:rsidR="00524850" w:rsidRDefault="00895D4A">
      <w:pPr>
        <w:rPr>
          <w:sz w:val="56"/>
          <w:szCs w:val="56"/>
        </w:rPr>
      </w:pPr>
      <w:r>
        <w:rPr>
          <w:sz w:val="56"/>
          <w:szCs w:val="56"/>
        </w:rPr>
        <w:t>The Olympics logo is so recognizable because 190 million people watched the Olympics in 2010. And as soon as people see the 5 colored rings they think “Olympics”.</w:t>
      </w:r>
    </w:p>
    <w:p w:rsidR="00895D4A" w:rsidRPr="00524850" w:rsidRDefault="00895D4A">
      <w:pPr>
        <w:rPr>
          <w:sz w:val="56"/>
          <w:szCs w:val="56"/>
          <w:u w:val="single"/>
        </w:rPr>
      </w:pPr>
      <w:r w:rsidRPr="00524850">
        <w:rPr>
          <w:sz w:val="56"/>
          <w:szCs w:val="56"/>
          <w:u w:val="single"/>
        </w:rPr>
        <w:t xml:space="preserve">Worst logos </w:t>
      </w:r>
    </w:p>
    <w:p w:rsidR="00895D4A" w:rsidRDefault="00895D4A">
      <w:pPr>
        <w:rPr>
          <w:sz w:val="56"/>
          <w:szCs w:val="56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33DC14C2" wp14:editId="194E0255">
            <wp:extent cx="2657475" cy="1714500"/>
            <wp:effectExtent l="0" t="0" r="9525" b="0"/>
            <wp:docPr id="9" name="rg_hi" descr="http://t3.gstatic.com/images?q=tbn:ANd9GcRVptX4tAWuOcEpia0V4ZvwjwGwD7oDyTho2zY5MEt2KTmkBF5do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VptX4tAWuOcEpia0V4ZvwjwGwD7oDyTho2zY5MEt2KTmkBF5do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D4A" w:rsidRDefault="00895D4A">
      <w:pPr>
        <w:rPr>
          <w:sz w:val="56"/>
          <w:szCs w:val="56"/>
        </w:rPr>
      </w:pPr>
      <w:r>
        <w:rPr>
          <w:sz w:val="56"/>
          <w:szCs w:val="56"/>
        </w:rPr>
        <w:t>This logo is bad because the dog is supposed to spell out “TAIL” but is very hard to distinguish and it is also very plain and not very “energetic”</w:t>
      </w:r>
    </w:p>
    <w:p w:rsidR="00524850" w:rsidRDefault="00524850">
      <w:pPr>
        <w:rPr>
          <w:sz w:val="56"/>
          <w:szCs w:val="56"/>
        </w:rPr>
      </w:pPr>
    </w:p>
    <w:p w:rsidR="00524850" w:rsidRPr="00895D4A" w:rsidRDefault="00524850">
      <w:pPr>
        <w:rPr>
          <w:sz w:val="56"/>
          <w:szCs w:val="56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5A128383" wp14:editId="732E9CBF">
            <wp:extent cx="1524000" cy="1685925"/>
            <wp:effectExtent l="0" t="0" r="0" b="9525"/>
            <wp:docPr id="11" name="rg_hi" descr="http://t3.gstatic.com/images?q=tbn:ANd9GcS-hnMgxC-Mi_XHqMOLlZWYn2uTunahKAUJBIE17mjZWPsW8Y1oy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-hnMgxC-Mi_XHqMOLlZWYn2uTunahKAUJBIE17mjZWPsW8Y1oy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56"/>
          <w:szCs w:val="56"/>
        </w:rPr>
        <w:t xml:space="preserve"> </w:t>
      </w:r>
      <w:proofErr w:type="gramStart"/>
      <w:r>
        <w:rPr>
          <w:sz w:val="56"/>
          <w:szCs w:val="56"/>
        </w:rPr>
        <w:t>this</w:t>
      </w:r>
      <w:proofErr w:type="gramEnd"/>
      <w:r>
        <w:rPr>
          <w:sz w:val="56"/>
          <w:szCs w:val="56"/>
        </w:rPr>
        <w:t xml:space="preserve"> logo is to white, and it reminds me of a crumpled box of McDonalds French fries.</w:t>
      </w:r>
    </w:p>
    <w:sectPr w:rsidR="00524850" w:rsidRPr="00895D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E07"/>
    <w:rsid w:val="003F0150"/>
    <w:rsid w:val="00524850"/>
    <w:rsid w:val="00772E07"/>
    <w:rsid w:val="00895D4A"/>
    <w:rsid w:val="00C7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2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E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2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E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ford+logo&amp;um=1&amp;hl=en&amp;safe=active&amp;biw=1024&amp;bih=583&amp;tbm=isch&amp;tbnid=cU8pUQQCCIBVnM:&amp;imgrefurl=http://www.muscularmustangs.com/database2/fordlogo.php&amp;docid=YUbHUfm5sMbuaM&amp;imgurl=http://www.muscularmustangs.com/database/fordlogo2003.jpg&amp;w=675&amp;h=338&amp;ei=uGKET-r-D4rAgQeD6eitBw&amp;zoom=1&amp;iact=hc&amp;vpx=63&amp;vpy=154&amp;dur=469&amp;hovh=159&amp;hovw=317&amp;tx=177&amp;ty=84&amp;sig=115732707226033708349&amp;page=1&amp;tbnh=84&amp;tbnw=167&amp;start=0&amp;ndsp=17&amp;ved=1t:429,r:0,s:0,i:69" TargetMode="External"/><Relationship Id="rId13" Type="http://schemas.openxmlformats.org/officeDocument/2006/relationships/hyperlink" Target="http://www.google.com/imgres?q=2012+london+olympics&amp;um=1&amp;hl=en&amp;safe=active&amp;sa=N&amp;biw=1024&amp;bih=583&amp;tbm=isch&amp;tbnid=7Ci7V_OJ9s1TOM:&amp;imgrefurl=http://en.wikipedia.org/wiki/2012_Summer_Olympics&amp;docid=v78KJuQ6YvkyWM&amp;imgurl=http://upload.wikimedia.org/wikipedia/en/thumb/1/10/London_Olympics_2012_logo.svg/200px-London_Olympics_2012_logo.svg.png&amp;w=200&amp;h=222&amp;ei=NGiET7umD8ncggfzu-3sBw&amp;zoom=1&amp;iact=hc&amp;vpx=113&amp;vpy=149&amp;dur=1485&amp;hovh=177&amp;hovw=160&amp;tx=119&amp;ty=92&amp;sig=115732707226033708349&amp;page=1&amp;tbnh=121&amp;tbnw=109&amp;start=0&amp;ndsp=17&amp;ved=1t:429,r:0,s:0,i:6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google.com/imgres?q=google&amp;um=1&amp;hl=en&amp;safe=active&amp;sa=N&amp;biw=1024&amp;bih=583&amp;tbm=isch&amp;tbnid=jexiHOt6iOqNYM:&amp;imgrefurl=http://www.slashgear.com/google-me-social-network-debut-at-google-io-11139465/&amp;docid=rLTHEDooGyBLrM&amp;imgurl=http://cdn.slashgear.com/wp-content/uploads/2011/03/Google_logo-1.jpg&amp;w=400&amp;h=282&amp;ei=X2KET4rHK4SmgweS4Ky2Cg&amp;zoom=1&amp;iact=hc&amp;dur=47&amp;sig=115732707226033708349&amp;page=1&amp;tbnh=116&amp;tbnw=180&amp;start=0&amp;ndsp=16&amp;ved=1t:429,r:1,s:0,i:71&amp;tx=111&amp;ty=99&amp;vpx=287&amp;vpy=136&amp;hovh=188&amp;hovw=267" TargetMode="External"/><Relationship Id="rId11" Type="http://schemas.openxmlformats.org/officeDocument/2006/relationships/hyperlink" Target="http://www.google.com/imgres?q=hard+to+read+logos&amp;um=1&amp;hl=en&amp;safe=active&amp;biw=1024&amp;bih=550&amp;tbm=isch&amp;tbnid=c0u7OOsxaNJKkM:&amp;imgrefurl=http://www.nobodyssweetheart.com/drillpress/index.php/2006/03/&amp;docid=tBxCvH6_ijMDLM&amp;imgurl=http://www.nobodyssweetheart.com/drillpress/images/tails1.gif&amp;w=459&amp;h=297&amp;ei=A2eET_fPOcaCgAfuxpXEBw&amp;zoom=1&amp;iact=hc&amp;vpx=461&amp;vpy=143&amp;dur=5719&amp;hovh=180&amp;hovw=279&amp;tx=162&amp;ty=129&amp;sig=115732707226033708349&amp;page=1&amp;tbnh=98&amp;tbnw=151&amp;start=0&amp;ndsp=18&amp;ved=1t:429,r:3,s:0,i:75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32297A1A</Template>
  <TotalTime>30</TotalTime>
  <Pages>4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Area School District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HOULTON, BENJAMIN</dc:creator>
  <cp:keywords/>
  <dc:description/>
  <cp:lastModifiedBy>HOULTON, BENJAMIN</cp:lastModifiedBy>
  <cp:revision>1</cp:revision>
  <cp:lastPrinted>2012-04-10T17:08:00Z</cp:lastPrinted>
  <dcterms:created xsi:type="dcterms:W3CDTF">2012-04-10T16:38:00Z</dcterms:created>
  <dcterms:modified xsi:type="dcterms:W3CDTF">2012-04-10T17:08:00Z</dcterms:modified>
</cp:coreProperties>
</file>