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ECD" w:rsidRDefault="006968C2" w:rsidP="006968C2">
      <w:pPr>
        <w:jc w:val="center"/>
      </w:pPr>
      <w:r>
        <w:t>Benjamin Houlton</w:t>
      </w:r>
    </w:p>
    <w:p w:rsidR="006968C2" w:rsidRDefault="006968C2" w:rsidP="006968C2">
      <w:r>
        <w:t xml:space="preserve">W3967 Appaloosa Ct. Freedom WI </w:t>
      </w:r>
      <w:r w:rsidR="00BE65FC">
        <w:t>54916 Email</w:t>
      </w:r>
      <w:r>
        <w:t xml:space="preserve">: </w:t>
      </w:r>
      <w:hyperlink r:id="rId6" w:history="1">
        <w:r w:rsidRPr="00501D56">
          <w:rPr>
            <w:rStyle w:val="Hyperlink"/>
          </w:rPr>
          <w:t>Builderben1996@aol.com</w:t>
        </w:r>
      </w:hyperlink>
      <w:r>
        <w:t xml:space="preserve">  Phone (920)731-7784</w:t>
      </w:r>
    </w:p>
    <w:p w:rsidR="006968C2" w:rsidRPr="006968C2" w:rsidRDefault="006968C2" w:rsidP="006968C2">
      <w:pPr>
        <w:rPr>
          <w:b/>
          <w:u w:val="single"/>
        </w:rPr>
      </w:pPr>
      <w:r w:rsidRPr="006968C2">
        <w:rPr>
          <w:b/>
          <w:u w:val="single"/>
        </w:rPr>
        <w:t>Schools attended</w:t>
      </w:r>
    </w:p>
    <w:p w:rsidR="006968C2" w:rsidRDefault="006968C2" w:rsidP="006968C2">
      <w:r>
        <w:t>Celebration Lutheran School - Preschool-5</w:t>
      </w:r>
      <w:r w:rsidRPr="006968C2">
        <w:rPr>
          <w:vertAlign w:val="superscript"/>
        </w:rPr>
        <w:t>th</w:t>
      </w:r>
      <w:r>
        <w:t xml:space="preserve">   Appleton WI</w:t>
      </w:r>
    </w:p>
    <w:p w:rsidR="006968C2" w:rsidRDefault="006968C2" w:rsidP="006968C2">
      <w:r>
        <w:t>Highlands Elementary – 6</w:t>
      </w:r>
      <w:r w:rsidRPr="006968C2">
        <w:rPr>
          <w:vertAlign w:val="superscript"/>
        </w:rPr>
        <w:t>th</w:t>
      </w:r>
      <w:r>
        <w:t xml:space="preserve"> grade 2008-2009 Appleton WI</w:t>
      </w:r>
    </w:p>
    <w:p w:rsidR="006968C2" w:rsidRDefault="006968C2" w:rsidP="006968C2">
      <w:r>
        <w:t>Kaleidoscope Academy Charter School 7th-8</w:t>
      </w:r>
      <w:r w:rsidRPr="006968C2">
        <w:rPr>
          <w:vertAlign w:val="superscript"/>
        </w:rPr>
        <w:t>th</w:t>
      </w:r>
      <w:r>
        <w:t xml:space="preserve"> 2009-2011 Appleton WI</w:t>
      </w:r>
    </w:p>
    <w:p w:rsidR="006968C2" w:rsidRDefault="006968C2" w:rsidP="006968C2">
      <w:r>
        <w:t>Appleton Career Academy Charter School 9</w:t>
      </w:r>
      <w:r w:rsidRPr="006968C2">
        <w:rPr>
          <w:vertAlign w:val="superscript"/>
        </w:rPr>
        <w:t>th</w:t>
      </w:r>
      <w:r>
        <w:t>-12</w:t>
      </w:r>
      <w:r w:rsidRPr="006968C2">
        <w:rPr>
          <w:vertAlign w:val="superscript"/>
        </w:rPr>
        <w:t>th</w:t>
      </w:r>
      <w:r>
        <w:t xml:space="preserve"> 2011-present Appleton WI</w:t>
      </w:r>
    </w:p>
    <w:p w:rsidR="006968C2" w:rsidRPr="006968C2" w:rsidRDefault="006968C2" w:rsidP="006968C2">
      <w:pPr>
        <w:rPr>
          <w:b/>
          <w:u w:val="single"/>
        </w:rPr>
      </w:pPr>
      <w:r w:rsidRPr="006968C2">
        <w:rPr>
          <w:b/>
          <w:u w:val="single"/>
        </w:rPr>
        <w:t>Achievements</w:t>
      </w:r>
    </w:p>
    <w:p w:rsidR="006968C2" w:rsidRDefault="006968C2" w:rsidP="006968C2">
      <w:r>
        <w:t xml:space="preserve"> Honor role 2009-2010 Kaleidoscope Academy </w:t>
      </w:r>
    </w:p>
    <w:p w:rsidR="006968C2" w:rsidRDefault="006968C2" w:rsidP="006968C2">
      <w:r>
        <w:t xml:space="preserve">Student council 2010-2011 Kaleidoscope Academy </w:t>
      </w:r>
    </w:p>
    <w:p w:rsidR="006968C2" w:rsidRDefault="006968C2" w:rsidP="006968C2">
      <w:r>
        <w:t xml:space="preserve">Library assistant 2009-present First United Methodist Church of Appleton WI  </w:t>
      </w:r>
    </w:p>
    <w:p w:rsidR="006968C2" w:rsidRDefault="006968C2" w:rsidP="006968C2">
      <w:r>
        <w:t>National History Day Regional contestant- UW Green Bay WI 2010-2011</w:t>
      </w:r>
    </w:p>
    <w:p w:rsidR="0051435D" w:rsidRDefault="0051435D" w:rsidP="006968C2">
      <w:r>
        <w:t>21</w:t>
      </w:r>
      <w:r w:rsidRPr="0051435D">
        <w:rPr>
          <w:vertAlign w:val="superscript"/>
        </w:rPr>
        <w:t>st</w:t>
      </w:r>
      <w:r>
        <w:t xml:space="preserve"> century civic participation slide show presentation</w:t>
      </w:r>
    </w:p>
    <w:p w:rsidR="006968C2" w:rsidRDefault="006968C2" w:rsidP="006968C2">
      <w:pPr>
        <w:rPr>
          <w:b/>
          <w:u w:val="single"/>
        </w:rPr>
      </w:pPr>
      <w:r w:rsidRPr="006968C2">
        <w:rPr>
          <w:b/>
          <w:u w:val="single"/>
        </w:rPr>
        <w:t>Skills</w:t>
      </w:r>
    </w:p>
    <w:p w:rsidR="006968C2" w:rsidRDefault="006968C2" w:rsidP="006968C2">
      <w:pPr>
        <w:pStyle w:val="ListParagraph"/>
        <w:numPr>
          <w:ilvl w:val="0"/>
          <w:numId w:val="1"/>
        </w:numPr>
      </w:pPr>
      <w:r>
        <w:t>Excellent drawer</w:t>
      </w:r>
    </w:p>
    <w:p w:rsidR="006968C2" w:rsidRDefault="006968C2" w:rsidP="006968C2">
      <w:pPr>
        <w:pStyle w:val="ListParagraph"/>
        <w:numPr>
          <w:ilvl w:val="0"/>
          <w:numId w:val="1"/>
        </w:numPr>
      </w:pPr>
      <w:r>
        <w:t>Great Listener</w:t>
      </w:r>
    </w:p>
    <w:p w:rsidR="006968C2" w:rsidRDefault="006968C2" w:rsidP="006968C2">
      <w:pPr>
        <w:pStyle w:val="ListParagraph"/>
        <w:numPr>
          <w:ilvl w:val="0"/>
          <w:numId w:val="1"/>
        </w:numPr>
      </w:pPr>
      <w:r>
        <w:t>Proficient at meeting deadlines</w:t>
      </w:r>
    </w:p>
    <w:p w:rsidR="00BE65FC" w:rsidRDefault="00BE65FC" w:rsidP="006968C2">
      <w:pPr>
        <w:pStyle w:val="ListParagraph"/>
        <w:numPr>
          <w:ilvl w:val="0"/>
          <w:numId w:val="1"/>
        </w:numPr>
      </w:pPr>
      <w:r>
        <w:t>Likes to learn many new things</w:t>
      </w:r>
    </w:p>
    <w:p w:rsidR="00BE65FC" w:rsidRDefault="00BE65FC" w:rsidP="006968C2">
      <w:pPr>
        <w:pStyle w:val="ListParagraph"/>
        <w:numPr>
          <w:ilvl w:val="0"/>
          <w:numId w:val="1"/>
        </w:numPr>
      </w:pPr>
      <w:r>
        <w:t>Great reader</w:t>
      </w:r>
    </w:p>
    <w:p w:rsidR="0051435D" w:rsidRDefault="0051435D" w:rsidP="0051435D">
      <w:pPr>
        <w:pStyle w:val="ListParagraph"/>
        <w:numPr>
          <w:ilvl w:val="0"/>
          <w:numId w:val="1"/>
        </w:numPr>
      </w:pPr>
      <w:r>
        <w:t>Great at remembering important dates in history</w:t>
      </w:r>
    </w:p>
    <w:p w:rsidR="0051435D" w:rsidRDefault="0051435D" w:rsidP="0051435D">
      <w:pPr>
        <w:pStyle w:val="ListParagraph"/>
        <w:numPr>
          <w:ilvl w:val="0"/>
          <w:numId w:val="1"/>
        </w:numPr>
      </w:pPr>
      <w:r>
        <w:t xml:space="preserve"> Very organized with things that are important</w:t>
      </w:r>
    </w:p>
    <w:p w:rsidR="0051435D" w:rsidRDefault="0051435D" w:rsidP="0051435D">
      <w:pPr>
        <w:pStyle w:val="ListParagraph"/>
        <w:numPr>
          <w:ilvl w:val="0"/>
          <w:numId w:val="1"/>
        </w:numPr>
      </w:pPr>
      <w:r>
        <w:t xml:space="preserve">Very good eye with details </w:t>
      </w:r>
    </w:p>
    <w:p w:rsidR="0051435D" w:rsidRDefault="0051435D" w:rsidP="0051435D">
      <w:pPr>
        <w:pStyle w:val="ListParagraph"/>
        <w:numPr>
          <w:ilvl w:val="0"/>
          <w:numId w:val="1"/>
        </w:numPr>
      </w:pPr>
      <w:r>
        <w:t>Great at making things colorful and more interesting than before</w:t>
      </w:r>
    </w:p>
    <w:p w:rsidR="0051435D" w:rsidRDefault="0051435D" w:rsidP="0051435D">
      <w:pPr>
        <w:pStyle w:val="ListParagraph"/>
        <w:numPr>
          <w:ilvl w:val="0"/>
          <w:numId w:val="1"/>
        </w:numPr>
      </w:pPr>
      <w:r>
        <w:t>Very good at science, at science related topics.</w:t>
      </w:r>
      <w:bookmarkStart w:id="0" w:name="_GoBack"/>
      <w:bookmarkEnd w:id="0"/>
    </w:p>
    <w:p w:rsidR="006968C2" w:rsidRDefault="006968C2" w:rsidP="006968C2">
      <w:r w:rsidRPr="006968C2">
        <w:rPr>
          <w:b/>
          <w:u w:val="single"/>
        </w:rPr>
        <w:t xml:space="preserve">Job experiences </w:t>
      </w:r>
      <w:r>
        <w:rPr>
          <w:b/>
          <w:u w:val="single"/>
        </w:rPr>
        <w:br/>
      </w:r>
      <w:r w:rsidRPr="006968C2">
        <w:t xml:space="preserve"> lawn ma</w:t>
      </w:r>
      <w:r>
        <w:t xml:space="preserve">intenance 2009-presently taking care of two </w:t>
      </w:r>
      <w:r w:rsidR="00BE65FC">
        <w:t>lawns for</w:t>
      </w:r>
      <w:r>
        <w:t xml:space="preserve"> </w:t>
      </w:r>
      <w:r w:rsidR="00BE65FC">
        <w:t>an</w:t>
      </w:r>
      <w:r>
        <w:t xml:space="preserve"> hour every day</w:t>
      </w:r>
    </w:p>
    <w:p w:rsidR="006968C2" w:rsidRDefault="006968C2" w:rsidP="006968C2">
      <w:r>
        <w:t>Mowed lawns, Weeded, pruned, plante</w:t>
      </w:r>
      <w:r w:rsidR="00BE65FC">
        <w:t>d plants, gave lawn care advice and shoved snow in winter.</w:t>
      </w:r>
    </w:p>
    <w:p w:rsidR="006968C2" w:rsidRPr="006968C2" w:rsidRDefault="006968C2" w:rsidP="006968C2"/>
    <w:p w:rsidR="006968C2" w:rsidRPr="006968C2" w:rsidRDefault="006968C2" w:rsidP="006968C2">
      <w:pPr>
        <w:rPr>
          <w:b/>
          <w:u w:val="single"/>
        </w:rPr>
      </w:pPr>
    </w:p>
    <w:p w:rsidR="006968C2" w:rsidRDefault="006968C2" w:rsidP="006968C2"/>
    <w:p w:rsidR="006968C2" w:rsidRDefault="006968C2" w:rsidP="006968C2">
      <w:r>
        <w:t xml:space="preserve"> </w:t>
      </w:r>
    </w:p>
    <w:p w:rsidR="006968C2" w:rsidRDefault="006968C2" w:rsidP="006968C2">
      <w:pPr>
        <w:jc w:val="center"/>
      </w:pPr>
    </w:p>
    <w:sectPr w:rsidR="006968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E386B"/>
    <w:multiLevelType w:val="hybridMultilevel"/>
    <w:tmpl w:val="344487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8C2"/>
    <w:rsid w:val="0051435D"/>
    <w:rsid w:val="006968C2"/>
    <w:rsid w:val="00BE65FC"/>
    <w:rsid w:val="00C8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68C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968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68C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968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uilderben1996@ao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B2C18509</Template>
  <TotalTime>15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Appleton Area School District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HOULTON, BENJAMIN</dc:creator>
  <cp:keywords/>
  <dc:description/>
  <cp:lastModifiedBy>HOULTON, BENJAMIN</cp:lastModifiedBy>
  <cp:revision>2</cp:revision>
  <dcterms:created xsi:type="dcterms:W3CDTF">2011-10-07T15:30:00Z</dcterms:created>
  <dcterms:modified xsi:type="dcterms:W3CDTF">2011-12-08T19:15:00Z</dcterms:modified>
</cp:coreProperties>
</file>