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57E" w:rsidRPr="004F557E" w:rsidRDefault="004F557E" w:rsidP="004F557E">
      <w:pPr>
        <w:jc w:val="center"/>
        <w:rPr>
          <w:b/>
          <w:u w:val="single"/>
        </w:rPr>
      </w:pPr>
      <w:r>
        <w:rPr>
          <w:b/>
          <w:u w:val="single"/>
        </w:rPr>
        <w:t>Benjamin Houlton</w:t>
      </w:r>
      <w:bookmarkStart w:id="0" w:name="_GoBack"/>
      <w:bookmarkEnd w:id="0"/>
      <w:r>
        <w:t xml:space="preserve"> Some of my thoughts about the How its Made video are that I think that it is really cool how they make cross country skis. Before seeing the video I thought that they just cut a piece of wood into the shape of the ski. After the video I learned that a lot more went into making cross county skis. I also thought it was really cool how they can put any type of graphic on the ski. Before seeing the video I thought that ski were not very strong. After I saw the video I learned that skis are very strong. I think that the coolest thing that I learned was that they put a groove down the middle of the ski to help the skier.</w:t>
      </w:r>
    </w:p>
    <w:p w:rsidR="004F557E" w:rsidRDefault="004F557E" w:rsidP="00CA7C38"/>
    <w:p w:rsidR="004F557E" w:rsidRPr="00CA7C38" w:rsidRDefault="004F557E" w:rsidP="00CA7C38">
      <w:r>
        <w:t xml:space="preserve">  My thoughts on the cross country ski video were great. I did not know that skiers have to practice for 6-8 hours a day. The thing that most surprised me was that they try to limit the amount of oxygen going in to the body of the skier. I think that they should not do this because then the skier might feel like they need more oxygen.  I also thought that it was really cool that they use a lot of technology to make sure that the skier is in their prime for the race.  </w:t>
      </w:r>
    </w:p>
    <w:sectPr w:rsidR="004F557E" w:rsidRPr="00CA7C38" w:rsidSect="00CC0F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CA7C38"/>
    <w:rsid w:val="002C3F9A"/>
    <w:rsid w:val="00352404"/>
    <w:rsid w:val="004F557E"/>
    <w:rsid w:val="008B3CF7"/>
    <w:rsid w:val="00C873C9"/>
    <w:rsid w:val="00CA7C38"/>
    <w:rsid w:val="00CC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3C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73C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73C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73C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73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73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73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73C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73C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73C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73C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73C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73C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73C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73C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73C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73C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73C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73C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873C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873C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73C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873C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873C9"/>
    <w:rPr>
      <w:b/>
      <w:bCs/>
    </w:rPr>
  </w:style>
  <w:style w:type="character" w:styleId="Emphasis">
    <w:name w:val="Emphasis"/>
    <w:basedOn w:val="DefaultParagraphFont"/>
    <w:uiPriority w:val="20"/>
    <w:qFormat/>
    <w:rsid w:val="00C873C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873C9"/>
    <w:rPr>
      <w:szCs w:val="32"/>
    </w:rPr>
  </w:style>
  <w:style w:type="paragraph" w:styleId="ListParagraph">
    <w:name w:val="List Paragraph"/>
    <w:basedOn w:val="Normal"/>
    <w:uiPriority w:val="34"/>
    <w:qFormat/>
    <w:rsid w:val="00C873C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873C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873C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73C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73C9"/>
    <w:rPr>
      <w:b/>
      <w:i/>
      <w:sz w:val="24"/>
    </w:rPr>
  </w:style>
  <w:style w:type="character" w:styleId="SubtleEmphasis">
    <w:name w:val="Subtle Emphasis"/>
    <w:uiPriority w:val="19"/>
    <w:qFormat/>
    <w:rsid w:val="00C873C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873C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873C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873C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873C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873C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3C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73C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73C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73C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73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73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73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73C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73C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73C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73C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73C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73C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73C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73C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73C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73C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73C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73C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873C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873C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73C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873C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873C9"/>
    <w:rPr>
      <w:b/>
      <w:bCs/>
    </w:rPr>
  </w:style>
  <w:style w:type="character" w:styleId="Emphasis">
    <w:name w:val="Emphasis"/>
    <w:basedOn w:val="DefaultParagraphFont"/>
    <w:uiPriority w:val="20"/>
    <w:qFormat/>
    <w:rsid w:val="00C873C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873C9"/>
    <w:rPr>
      <w:szCs w:val="32"/>
    </w:rPr>
  </w:style>
  <w:style w:type="paragraph" w:styleId="ListParagraph">
    <w:name w:val="List Paragraph"/>
    <w:basedOn w:val="Normal"/>
    <w:uiPriority w:val="34"/>
    <w:qFormat/>
    <w:rsid w:val="00C873C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873C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873C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73C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73C9"/>
    <w:rPr>
      <w:b/>
      <w:i/>
      <w:sz w:val="24"/>
    </w:rPr>
  </w:style>
  <w:style w:type="character" w:styleId="SubtleEmphasis">
    <w:name w:val="Subtle Emphasis"/>
    <w:uiPriority w:val="19"/>
    <w:qFormat/>
    <w:rsid w:val="00C873C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873C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873C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873C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873C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873C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70BFDCD</Template>
  <TotalTime>10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Area School District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MAVES, GUSTAVE</dc:creator>
  <cp:keywords/>
  <dc:description/>
  <cp:lastModifiedBy>HOULTON, BENJAMIN</cp:lastModifiedBy>
  <cp:revision>3</cp:revision>
  <dcterms:created xsi:type="dcterms:W3CDTF">2012-01-27T14:42:00Z</dcterms:created>
  <dcterms:modified xsi:type="dcterms:W3CDTF">2012-01-27T20:21:00Z</dcterms:modified>
</cp:coreProperties>
</file>