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451" w:rsidRPr="00B25451" w:rsidRDefault="00B25451" w:rsidP="00B25451">
      <w:pPr>
        <w:pStyle w:val="Default"/>
        <w:jc w:val="center"/>
        <w:rPr>
          <w:bCs/>
        </w:rPr>
      </w:pPr>
      <w:r w:rsidRPr="00B25451">
        <w:rPr>
          <w:bCs/>
        </w:rPr>
        <w:t xml:space="preserve">CHAPTER 19 </w:t>
      </w:r>
      <w:r w:rsidRPr="00B25451">
        <w:rPr>
          <w:bCs/>
        </w:rPr>
        <w:tab/>
      </w:r>
      <w:r w:rsidRPr="00B25451">
        <w:rPr>
          <w:bCs/>
        </w:rPr>
        <w:tab/>
        <w:t xml:space="preserve">Benjamin Houlton </w:t>
      </w:r>
    </w:p>
    <w:p w:rsidR="00932434" w:rsidRPr="00B25451" w:rsidRDefault="00932434" w:rsidP="00932434">
      <w:pPr>
        <w:pStyle w:val="Default"/>
      </w:pPr>
      <w:r w:rsidRPr="00B25451">
        <w:t xml:space="preserve">What encryption protocol does Windows XP use when sending an account name and password to a domain controller for validation? </w:t>
      </w:r>
    </w:p>
    <w:p w:rsidR="00932434" w:rsidRPr="00B25451" w:rsidRDefault="00932434" w:rsidP="00932434">
      <w:pPr>
        <w:pStyle w:val="Default"/>
      </w:pPr>
      <w:r w:rsidRPr="00B25451">
        <w:rPr>
          <w:highlight w:val="yellow"/>
        </w:rPr>
        <w:t>Kerberos</w:t>
      </w:r>
      <w:r w:rsidRPr="00B25451">
        <w:t xml:space="preserve"> </w:t>
      </w:r>
    </w:p>
    <w:p w:rsidR="00932434" w:rsidRPr="00B25451" w:rsidRDefault="00932434" w:rsidP="00932434">
      <w:pPr>
        <w:pStyle w:val="Default"/>
      </w:pPr>
      <w:r w:rsidRPr="00B25451">
        <w:t xml:space="preserve">Which policy in Group Policy must be enabled before you can monitor failed attempts at logging onto a Windows 2000/XP system? </w:t>
      </w:r>
    </w:p>
    <w:p w:rsidR="00932434" w:rsidRPr="00B25451" w:rsidRDefault="00932434" w:rsidP="00932434">
      <w:pPr>
        <w:pStyle w:val="Default"/>
      </w:pPr>
      <w:r w:rsidRPr="00B25451">
        <w:rPr>
          <w:highlight w:val="yellow"/>
        </w:rPr>
        <w:t>Audit policy</w:t>
      </w:r>
      <w:r w:rsidRPr="00B25451">
        <w:t xml:space="preserve"> </w:t>
      </w:r>
    </w:p>
    <w:p w:rsidR="00932434" w:rsidRPr="00B25451" w:rsidRDefault="00932434" w:rsidP="00932434">
      <w:pPr>
        <w:pStyle w:val="Default"/>
      </w:pPr>
      <w:r w:rsidRPr="00B25451">
        <w:t xml:space="preserve">Define and explain the differences between viruses, worms, logic bombs, and Trojans. </w:t>
      </w:r>
    </w:p>
    <w:p w:rsidR="00932434" w:rsidRPr="00B25451" w:rsidRDefault="00932434" w:rsidP="00932434">
      <w:pPr>
        <w:pStyle w:val="Default"/>
      </w:pPr>
      <w:r w:rsidRPr="00B25451">
        <w:rPr>
          <w:highlight w:val="yellow"/>
        </w:rPr>
        <w:t>A virus is a program that can replicate by attaching itself to another program. A worm can spread copies of itself throughout a network without a host program. A Trojan horse, like a worm, does not need a host program to work; it substitutes itself for, and pretends to be, a legitimate program. A logic bomb is dormant code added to software and triggered by a predetermined event.</w:t>
      </w:r>
      <w:r w:rsidRPr="00B25451">
        <w:t xml:space="preserve"> </w:t>
      </w:r>
    </w:p>
    <w:p w:rsidR="00932434" w:rsidRPr="00B25451" w:rsidRDefault="00932434" w:rsidP="00932434">
      <w:pPr>
        <w:pStyle w:val="Default"/>
      </w:pPr>
      <w:r w:rsidRPr="00B25451">
        <w:t xml:space="preserve">Where can viruses hide? </w:t>
      </w:r>
    </w:p>
    <w:p w:rsidR="00932434" w:rsidRPr="00B25451" w:rsidRDefault="00932434" w:rsidP="00932434">
      <w:pPr>
        <w:pStyle w:val="Default"/>
      </w:pPr>
      <w:proofErr w:type="gramStart"/>
      <w:r w:rsidRPr="00B25451">
        <w:rPr>
          <w:highlight w:val="yellow"/>
        </w:rPr>
        <w:t>in</w:t>
      </w:r>
      <w:proofErr w:type="gramEnd"/>
      <w:r w:rsidRPr="00B25451">
        <w:rPr>
          <w:highlight w:val="yellow"/>
        </w:rPr>
        <w:t xml:space="preserve"> the boot sector, in a file, in a macro within a file, or in a combination of the boot sector and a file</w:t>
      </w:r>
      <w:r w:rsidR="0054011E" w:rsidRPr="00B25451">
        <w:rPr>
          <w:highlight w:val="yellow"/>
        </w:rPr>
        <w:t>.</w:t>
      </w:r>
    </w:p>
    <w:p w:rsidR="00932434" w:rsidRPr="00B25451" w:rsidRDefault="00932434" w:rsidP="00932434">
      <w:pPr>
        <w:pStyle w:val="Default"/>
      </w:pPr>
      <w:r w:rsidRPr="00B25451">
        <w:t xml:space="preserve">What is the best way to protect a computer or network against worms? </w:t>
      </w:r>
    </w:p>
    <w:p w:rsidR="00932434" w:rsidRPr="00B25451" w:rsidRDefault="00932434" w:rsidP="00932434">
      <w:pPr>
        <w:pStyle w:val="Default"/>
      </w:pPr>
      <w:proofErr w:type="gramStart"/>
      <w:r w:rsidRPr="00B25451">
        <w:rPr>
          <w:highlight w:val="yellow"/>
        </w:rPr>
        <w:t>a</w:t>
      </w:r>
      <w:proofErr w:type="gramEnd"/>
      <w:r w:rsidRPr="00B25451">
        <w:rPr>
          <w:highlight w:val="yellow"/>
        </w:rPr>
        <w:t xml:space="preserve"> firewall.</w:t>
      </w:r>
      <w:r w:rsidRPr="00B25451">
        <w:t xml:space="preserve"> </w:t>
      </w:r>
    </w:p>
    <w:p w:rsidR="00932434" w:rsidRPr="00B25451" w:rsidRDefault="00932434" w:rsidP="00932434">
      <w:pPr>
        <w:pStyle w:val="Default"/>
      </w:pPr>
      <w:r w:rsidRPr="00B25451">
        <w:t xml:space="preserve">What is the best way to determine if an e-mail message warning about a virus is a hoax? </w:t>
      </w:r>
    </w:p>
    <w:p w:rsidR="00932434" w:rsidRPr="00B25451" w:rsidRDefault="00932434" w:rsidP="00932434">
      <w:pPr>
        <w:pStyle w:val="Default"/>
      </w:pPr>
      <w:r w:rsidRPr="00B25451">
        <w:rPr>
          <w:highlight w:val="yellow"/>
        </w:rPr>
        <w:t>Check Web sites on the Internet that track virus hoaxes.</w:t>
      </w:r>
      <w:r w:rsidRPr="00B25451">
        <w:t xml:space="preserve"> </w:t>
      </w:r>
    </w:p>
    <w:p w:rsidR="00932434" w:rsidRPr="00B25451" w:rsidRDefault="00932434" w:rsidP="00932434">
      <w:pPr>
        <w:pStyle w:val="Default"/>
      </w:pPr>
      <w:r w:rsidRPr="00B25451">
        <w:t xml:space="preserve">Are boot sector viruses limited to hard drives? Explain. </w:t>
      </w:r>
    </w:p>
    <w:p w:rsidR="00932434" w:rsidRPr="00B25451" w:rsidRDefault="00932434" w:rsidP="00932434">
      <w:pPr>
        <w:pStyle w:val="Default"/>
      </w:pPr>
      <w:r w:rsidRPr="00B25451">
        <w:rPr>
          <w:highlight w:val="yellow"/>
        </w:rPr>
        <w:t>No. On a floppy disk, a boot sector virus hides in the boot program of the boot sector.</w:t>
      </w:r>
      <w:r w:rsidRPr="00B25451">
        <w:t xml:space="preserve"> </w:t>
      </w:r>
    </w:p>
    <w:p w:rsidR="00932434" w:rsidRPr="00B25451" w:rsidRDefault="00932434" w:rsidP="00932434">
      <w:pPr>
        <w:pStyle w:val="Default"/>
      </w:pPr>
      <w:r w:rsidRPr="00B25451">
        <w:t xml:space="preserve">Which feature must you disable in the Folders Options applet of Control Panel before you can control which user group or user has access to a shared file or folder? </w:t>
      </w:r>
    </w:p>
    <w:p w:rsidR="00932434" w:rsidRPr="00B25451" w:rsidRDefault="00932434" w:rsidP="00932434">
      <w:pPr>
        <w:pStyle w:val="Default"/>
      </w:pPr>
      <w:r w:rsidRPr="00B25451">
        <w:rPr>
          <w:highlight w:val="yellow"/>
        </w:rPr>
        <w:t>Simple file sharing</w:t>
      </w:r>
      <w:r w:rsidRPr="00B25451">
        <w:t xml:space="preserve"> </w:t>
      </w:r>
    </w:p>
    <w:p w:rsidR="00932434" w:rsidRPr="00B25451" w:rsidRDefault="00932434" w:rsidP="00932434">
      <w:pPr>
        <w:pStyle w:val="Default"/>
      </w:pPr>
      <w:r w:rsidRPr="00B25451">
        <w:t xml:space="preserve">What is the most likely way that a virus will get access to your computer? </w:t>
      </w:r>
    </w:p>
    <w:p w:rsidR="00932434" w:rsidRPr="00B25451" w:rsidRDefault="00932434" w:rsidP="00932434">
      <w:pPr>
        <w:pStyle w:val="Default"/>
      </w:pPr>
      <w:r w:rsidRPr="00B25451">
        <w:rPr>
          <w:highlight w:val="yellow"/>
        </w:rPr>
        <w:t>From an e-mail message</w:t>
      </w:r>
      <w:r w:rsidRPr="00B25451">
        <w:t xml:space="preserve"> </w:t>
      </w:r>
    </w:p>
    <w:p w:rsidR="007F6C5E" w:rsidRDefault="00932434" w:rsidP="00932434">
      <w:pPr>
        <w:pStyle w:val="Default"/>
      </w:pPr>
      <w:r w:rsidRPr="00B25451">
        <w:t>List three products to remove malicious software that ca</w:t>
      </w:r>
      <w:r w:rsidR="007F6C5E" w:rsidRPr="00B25451">
        <w:t>n deal with adware and spyware.</w:t>
      </w:r>
    </w:p>
    <w:p w:rsidR="00B25451" w:rsidRPr="00B25451" w:rsidRDefault="00B25451" w:rsidP="00932434">
      <w:pPr>
        <w:pStyle w:val="Default"/>
      </w:pPr>
      <w:r w:rsidRPr="00B25451">
        <w:rPr>
          <w:highlight w:val="yellow"/>
        </w:rPr>
        <w:t xml:space="preserve">Ad-Aware, </w:t>
      </w:r>
      <w:proofErr w:type="spellStart"/>
      <w:r w:rsidRPr="00B25451">
        <w:rPr>
          <w:highlight w:val="yellow"/>
        </w:rPr>
        <w:t>Spybot</w:t>
      </w:r>
      <w:proofErr w:type="spellEnd"/>
      <w:r w:rsidRPr="00B25451">
        <w:rPr>
          <w:highlight w:val="yellow"/>
        </w:rPr>
        <w:t xml:space="preserve"> Search and Destroy, Windows Defender</w:t>
      </w:r>
    </w:p>
    <w:p w:rsidR="007F6C5E" w:rsidRPr="00B25451" w:rsidRDefault="007F6C5E" w:rsidP="007F6C5E">
      <w:pPr>
        <w:pStyle w:val="Default"/>
      </w:pPr>
      <w:r w:rsidRPr="00B25451">
        <w:t xml:space="preserve">Why is it best to run AV software in Safe Mode? </w:t>
      </w:r>
    </w:p>
    <w:p w:rsidR="007F6C5E" w:rsidRPr="00B25451" w:rsidRDefault="007F6C5E" w:rsidP="007F6C5E">
      <w:pPr>
        <w:pStyle w:val="Default"/>
      </w:pPr>
      <w:r w:rsidRPr="00B25451">
        <w:rPr>
          <w:highlight w:val="yellow"/>
        </w:rPr>
        <w:t>Because malware is less likely to be running in the background to prevent AV software from detecting it</w:t>
      </w:r>
      <w:r w:rsidRPr="00B25451">
        <w:t xml:space="preserve"> </w:t>
      </w:r>
    </w:p>
    <w:p w:rsidR="007F6C5E" w:rsidRPr="00B25451" w:rsidRDefault="007F6C5E" w:rsidP="007F6C5E">
      <w:pPr>
        <w:pStyle w:val="Default"/>
      </w:pPr>
      <w:r w:rsidRPr="00B25451">
        <w:t xml:space="preserve">Which Windows tool do you use to view a recorded log of network activity? </w:t>
      </w:r>
    </w:p>
    <w:p w:rsidR="00932434" w:rsidRPr="00B25451" w:rsidRDefault="00932434" w:rsidP="00932434">
      <w:pPr>
        <w:pStyle w:val="Default"/>
      </w:pPr>
      <w:r w:rsidRPr="00B25451">
        <w:rPr>
          <w:highlight w:val="yellow"/>
        </w:rPr>
        <w:t>Event Viewer</w:t>
      </w:r>
      <w:r w:rsidRPr="00B25451">
        <w:t xml:space="preserve"> </w:t>
      </w:r>
    </w:p>
    <w:p w:rsidR="00932434" w:rsidRPr="00B25451" w:rsidRDefault="00932434" w:rsidP="00932434">
      <w:pPr>
        <w:pStyle w:val="Default"/>
      </w:pPr>
      <w:r w:rsidRPr="00B25451">
        <w:t xml:space="preserve">What registry key keeps information about services that run when a computer is booted into Safe Mode? </w:t>
      </w:r>
    </w:p>
    <w:p w:rsidR="00932434" w:rsidRPr="00B25451" w:rsidRDefault="00932434" w:rsidP="00932434">
      <w:pPr>
        <w:pStyle w:val="Default"/>
      </w:pPr>
      <w:r w:rsidRPr="00B25451">
        <w:rPr>
          <w:highlight w:val="yellow"/>
        </w:rPr>
        <w:t>HKLM\System\</w:t>
      </w:r>
      <w:proofErr w:type="spellStart"/>
      <w:r w:rsidRPr="00B25451">
        <w:rPr>
          <w:highlight w:val="yellow"/>
        </w:rPr>
        <w:t>CurrentControlSet</w:t>
      </w:r>
      <w:proofErr w:type="spellEnd"/>
      <w:r w:rsidRPr="00B25451">
        <w:rPr>
          <w:highlight w:val="yellow"/>
        </w:rPr>
        <w:t>\Control\</w:t>
      </w:r>
      <w:proofErr w:type="spellStart"/>
      <w:r w:rsidRPr="00B25451">
        <w:rPr>
          <w:highlight w:val="yellow"/>
        </w:rPr>
        <w:t>SafeBoot</w:t>
      </w:r>
      <w:proofErr w:type="spellEnd"/>
      <w:r w:rsidRPr="00B25451">
        <w:t xml:space="preserve"> </w:t>
      </w:r>
    </w:p>
    <w:p w:rsidR="00932434" w:rsidRPr="00B25451" w:rsidRDefault="00932434" w:rsidP="00932434">
      <w:pPr>
        <w:pStyle w:val="Default"/>
      </w:pPr>
      <w:r w:rsidRPr="00B25451">
        <w:t xml:space="preserve">What does AV software look for to determine that a program or a process is a virus? </w:t>
      </w:r>
    </w:p>
    <w:p w:rsidR="00932434" w:rsidRPr="00B25451" w:rsidRDefault="00932434" w:rsidP="00932434">
      <w:pPr>
        <w:pStyle w:val="Default"/>
      </w:pPr>
      <w:r w:rsidRPr="00B25451">
        <w:rPr>
          <w:highlight w:val="yellow"/>
        </w:rPr>
        <w:t>A virus signature</w:t>
      </w:r>
      <w:r w:rsidRPr="00B25451">
        <w:t xml:space="preserve"> </w:t>
      </w:r>
    </w:p>
    <w:p w:rsidR="00932434" w:rsidRPr="00B25451" w:rsidRDefault="00932434" w:rsidP="00932434">
      <w:pPr>
        <w:pStyle w:val="Default"/>
      </w:pPr>
      <w:r w:rsidRPr="00B25451">
        <w:t xml:space="preserve">What Windows tool can you use to solve a problem of an error message displayed at startup just after your AV software has removed malware? </w:t>
      </w:r>
    </w:p>
    <w:p w:rsidR="00932434" w:rsidRPr="00B25451" w:rsidRDefault="00932434" w:rsidP="00932434">
      <w:pPr>
        <w:pStyle w:val="Default"/>
      </w:pPr>
      <w:proofErr w:type="spellStart"/>
      <w:r w:rsidRPr="00B25451">
        <w:rPr>
          <w:highlight w:val="yellow"/>
        </w:rPr>
        <w:t>Msconfig</w:t>
      </w:r>
      <w:proofErr w:type="spellEnd"/>
      <w:r w:rsidRPr="00B25451">
        <w:t xml:space="preserve"> </w:t>
      </w:r>
    </w:p>
    <w:p w:rsidR="00932434" w:rsidRPr="00B25451" w:rsidRDefault="00932434" w:rsidP="00932434">
      <w:pPr>
        <w:pStyle w:val="Default"/>
      </w:pPr>
      <w:r w:rsidRPr="00B25451">
        <w:t xml:space="preserve">What folder is used by Windows to hold System Restore </w:t>
      </w:r>
      <w:proofErr w:type="spellStart"/>
      <w:r w:rsidRPr="00B25451">
        <w:t>restore</w:t>
      </w:r>
      <w:proofErr w:type="spellEnd"/>
      <w:r w:rsidRPr="00B25451">
        <w:t xml:space="preserve"> points? </w:t>
      </w:r>
    </w:p>
    <w:p w:rsidR="00932434" w:rsidRPr="00B25451" w:rsidRDefault="00932434" w:rsidP="00932434">
      <w:pPr>
        <w:pStyle w:val="Default"/>
      </w:pPr>
      <w:r w:rsidRPr="00B25451">
        <w:rPr>
          <w:highlight w:val="yellow"/>
        </w:rPr>
        <w:t>\System Volume Information</w:t>
      </w:r>
      <w:r w:rsidRPr="00B25451">
        <w:t xml:space="preserve"> </w:t>
      </w:r>
    </w:p>
    <w:p w:rsidR="00932434" w:rsidRPr="00B25451" w:rsidRDefault="00932434" w:rsidP="00932434">
      <w:pPr>
        <w:pStyle w:val="Default"/>
      </w:pPr>
      <w:r w:rsidRPr="00B25451">
        <w:t xml:space="preserve">How can you delete all restore points and clean up the restore </w:t>
      </w:r>
      <w:proofErr w:type="gramStart"/>
      <w:r w:rsidRPr="00B25451">
        <w:t>points</w:t>
      </w:r>
      <w:proofErr w:type="gramEnd"/>
      <w:r w:rsidRPr="00B25451">
        <w:t xml:space="preserve"> data storage area? </w:t>
      </w:r>
    </w:p>
    <w:p w:rsidR="00B25451" w:rsidRDefault="00932434" w:rsidP="00932434">
      <w:pPr>
        <w:pStyle w:val="Default"/>
      </w:pPr>
      <w:r w:rsidRPr="00B25451">
        <w:rPr>
          <w:highlight w:val="yellow"/>
        </w:rPr>
        <w:t>Turn off System Restore and reboot the system.</w:t>
      </w:r>
      <w:r w:rsidRPr="00B25451">
        <w:t xml:space="preserve"> </w:t>
      </w:r>
    </w:p>
    <w:p w:rsidR="00932434" w:rsidRPr="00B25451" w:rsidRDefault="00932434" w:rsidP="00932434">
      <w:pPr>
        <w:pStyle w:val="Default"/>
      </w:pPr>
      <w:r w:rsidRPr="00B25451">
        <w:lastRenderedPageBreak/>
        <w:t xml:space="preserve"> What two methods does anti-rootkit software use to detect a rootkit? </w:t>
      </w:r>
    </w:p>
    <w:p w:rsidR="00932434" w:rsidRPr="00B25451" w:rsidRDefault="00932434" w:rsidP="00932434">
      <w:pPr>
        <w:pStyle w:val="Default"/>
      </w:pPr>
      <w:r w:rsidRPr="00B25451">
        <w:rPr>
          <w:highlight w:val="yellow"/>
        </w:rPr>
        <w:t>The software looks for running processes that do not match up with the underlying program filename.</w:t>
      </w:r>
      <w:r w:rsidRPr="00B25451">
        <w:t xml:space="preserve"> </w:t>
      </w:r>
    </w:p>
    <w:p w:rsidR="00932434" w:rsidRPr="00B25451" w:rsidRDefault="00932434" w:rsidP="00932434">
      <w:pPr>
        <w:pStyle w:val="Default"/>
      </w:pPr>
      <w:r w:rsidRPr="00B25451">
        <w:rPr>
          <w:highlight w:val="yellow"/>
        </w:rPr>
        <w:t>The software compares files, registry entries, and processes provided by the OS to the lists it generates from the raw data. If the two lists differ, a rootkit is suspected.</w:t>
      </w:r>
      <w:r w:rsidRPr="00B25451">
        <w:t xml:space="preserve"> </w:t>
      </w:r>
    </w:p>
    <w:p w:rsidR="00932434" w:rsidRPr="00B25451" w:rsidRDefault="00932434" w:rsidP="00932434">
      <w:pPr>
        <w:pStyle w:val="Default"/>
      </w:pPr>
      <w:r w:rsidRPr="00B25451">
        <w:t xml:space="preserve">Name two anti-rootkit products. </w:t>
      </w:r>
    </w:p>
    <w:p w:rsidR="00932434" w:rsidRPr="00B25451" w:rsidRDefault="00932434" w:rsidP="00932434">
      <w:pPr>
        <w:pStyle w:val="Default"/>
        <w:rPr>
          <w:highlight w:val="yellow"/>
        </w:rPr>
      </w:pPr>
      <w:r w:rsidRPr="00B25451">
        <w:rPr>
          <w:highlight w:val="yellow"/>
        </w:rPr>
        <w:t xml:space="preserve">Rootkit Revealer by </w:t>
      </w:r>
      <w:proofErr w:type="spellStart"/>
      <w:r w:rsidRPr="00B25451">
        <w:rPr>
          <w:highlight w:val="yellow"/>
        </w:rPr>
        <w:t>Sysinternals</w:t>
      </w:r>
      <w:proofErr w:type="spellEnd"/>
      <w:r w:rsidRPr="00B25451">
        <w:rPr>
          <w:highlight w:val="yellow"/>
        </w:rPr>
        <w:t xml:space="preserve"> </w:t>
      </w:r>
    </w:p>
    <w:p w:rsidR="00932434" w:rsidRPr="00B25451" w:rsidRDefault="00932434" w:rsidP="00932434">
      <w:pPr>
        <w:pStyle w:val="Default"/>
      </w:pPr>
      <w:proofErr w:type="spellStart"/>
      <w:r w:rsidRPr="00B25451">
        <w:rPr>
          <w:highlight w:val="yellow"/>
        </w:rPr>
        <w:t>BackLight</w:t>
      </w:r>
      <w:proofErr w:type="spellEnd"/>
      <w:r w:rsidRPr="00B25451">
        <w:rPr>
          <w:highlight w:val="yellow"/>
        </w:rPr>
        <w:t xml:space="preserve"> by F-Secure</w:t>
      </w:r>
      <w:r w:rsidRPr="00B25451">
        <w:t xml:space="preserve"> </w:t>
      </w:r>
    </w:p>
    <w:p w:rsidR="00932434" w:rsidRPr="00B25451" w:rsidRDefault="00932434" w:rsidP="00932434">
      <w:pPr>
        <w:pStyle w:val="Default"/>
      </w:pPr>
      <w:r w:rsidRPr="00B25451">
        <w:t xml:space="preserve">What is the major disadvantage of using an AV software installation CD to install the AV software to rid a system of viruses? </w:t>
      </w:r>
    </w:p>
    <w:p w:rsidR="00932434" w:rsidRDefault="00932434" w:rsidP="00932434">
      <w:pPr>
        <w:pStyle w:val="Default"/>
      </w:pPr>
      <w:proofErr w:type="gramStart"/>
      <w:r w:rsidRPr="00B25451">
        <w:rPr>
          <w:highlight w:val="yellow"/>
        </w:rPr>
        <w:t>software</w:t>
      </w:r>
      <w:proofErr w:type="gramEnd"/>
      <w:r w:rsidRPr="00B25451">
        <w:rPr>
          <w:highlight w:val="yellow"/>
        </w:rPr>
        <w:t xml:space="preserve"> on the CD will not contain the latest virus signatures and other software </w:t>
      </w:r>
      <w:r w:rsidR="00B25451">
        <w:rPr>
          <w:iCs/>
          <w:highlight w:val="yellow"/>
        </w:rPr>
        <w:t xml:space="preserve">updates </w:t>
      </w:r>
      <w:r w:rsidRPr="00B25451">
        <w:rPr>
          <w:highlight w:val="yellow"/>
        </w:rPr>
        <w:t>therefore, the AV software will not catch new viruses. For best results, after the AV software is installed, you must download the latest updates to the software.</w:t>
      </w:r>
    </w:p>
    <w:p w:rsidR="00B25451" w:rsidRDefault="00B25451" w:rsidP="00932434">
      <w:pPr>
        <w:pStyle w:val="Default"/>
      </w:pPr>
      <w:r>
        <w:t>Why does having windows display known file extensions help prevent a system from being infected with malware?</w:t>
      </w:r>
    </w:p>
    <w:p w:rsidR="00932434" w:rsidRPr="00B25451" w:rsidRDefault="00932434" w:rsidP="00932434">
      <w:pPr>
        <w:pStyle w:val="Default"/>
      </w:pPr>
      <w:r w:rsidRPr="00B25451">
        <w:rPr>
          <w:highlight w:val="yellow"/>
        </w:rPr>
        <w:t>It helps prevent a system from being infected because users are less likely to be deceived that a file is actually a program or script, rather than a graphics file, some other innocent file type, or URL.</w:t>
      </w:r>
      <w:r w:rsidRPr="00B25451">
        <w:t xml:space="preserve"> </w:t>
      </w:r>
    </w:p>
    <w:p w:rsidR="00932434" w:rsidRPr="00B25451" w:rsidRDefault="00932434" w:rsidP="00932434">
      <w:pPr>
        <w:pStyle w:val="Default"/>
      </w:pPr>
      <w:r w:rsidRPr="00B25451">
        <w:t xml:space="preserve">How does a rootkit running in user mode normally hide? </w:t>
      </w:r>
    </w:p>
    <w:p w:rsidR="00932434" w:rsidRPr="00B25451" w:rsidRDefault="00932434" w:rsidP="00932434">
      <w:pPr>
        <w:pStyle w:val="Default"/>
      </w:pPr>
      <w:r w:rsidRPr="00B25451">
        <w:rPr>
          <w:highlight w:val="yellow"/>
        </w:rPr>
        <w:t>By intercepting API calls</w:t>
      </w:r>
      <w:r w:rsidRPr="00B25451">
        <w:t xml:space="preserve"> </w:t>
      </w:r>
    </w:p>
    <w:p w:rsidR="00932434" w:rsidRPr="00B25451" w:rsidRDefault="00932434" w:rsidP="00932434">
      <w:pPr>
        <w:pStyle w:val="Default"/>
      </w:pPr>
      <w:r w:rsidRPr="00B25451">
        <w:t xml:space="preserve">What is the difference between spyware and adware? </w:t>
      </w:r>
    </w:p>
    <w:p w:rsidR="00932434" w:rsidRPr="00B25451" w:rsidRDefault="00932434" w:rsidP="00932434">
      <w:pPr>
        <w:pStyle w:val="Default"/>
      </w:pPr>
      <w:r w:rsidRPr="00B25451">
        <w:rPr>
          <w:highlight w:val="yellow"/>
        </w:rPr>
        <w:t>Spyware looks for information about you to pass to a Web site. Adware is displaying annoying ads on your PC. One is stealing information; the other is giving information.</w:t>
      </w:r>
      <w:r w:rsidRPr="00B25451">
        <w:t xml:space="preserve"> </w:t>
      </w:r>
    </w:p>
    <w:p w:rsidR="00932434" w:rsidRPr="00B25451" w:rsidRDefault="00932434" w:rsidP="00932434">
      <w:pPr>
        <w:pStyle w:val="Default"/>
      </w:pPr>
      <w:r w:rsidRPr="00B25451">
        <w:t xml:space="preserve">For what is the Windows Scripting Host utility used, and what is the command line to execute it? </w:t>
      </w:r>
    </w:p>
    <w:p w:rsidR="00932434" w:rsidRPr="00B25451" w:rsidRDefault="00932434" w:rsidP="00932434">
      <w:pPr>
        <w:pStyle w:val="Default"/>
      </w:pPr>
      <w:r w:rsidRPr="00B25451">
        <w:rPr>
          <w:highlight w:val="yellow"/>
        </w:rPr>
        <w:t xml:space="preserve">The Windows Scripting Host utility uses Windows commands to execute scripts that programmers have written using a scripting language such as VBScript or Jscript. </w:t>
      </w:r>
      <w:proofErr w:type="gramStart"/>
      <w:r w:rsidRPr="00B25451">
        <w:rPr>
          <w:highlight w:val="yellow"/>
        </w:rPr>
        <w:t>To run the script, type wscript.exe filename in the Run dialog box.</w:t>
      </w:r>
      <w:proofErr w:type="gramEnd"/>
      <w:r w:rsidRPr="00B25451">
        <w:t xml:space="preserve"> </w:t>
      </w:r>
    </w:p>
    <w:p w:rsidR="00932434" w:rsidRPr="00B25451" w:rsidRDefault="00932434" w:rsidP="00932434">
      <w:pPr>
        <w:pStyle w:val="Default"/>
      </w:pPr>
      <w:r w:rsidRPr="00B25451">
        <w:t xml:space="preserve">Why is using an ActiveX control considered a security risk? </w:t>
      </w:r>
    </w:p>
    <w:p w:rsidR="00932434" w:rsidRPr="00B25451" w:rsidRDefault="00932434" w:rsidP="00932434">
      <w:pPr>
        <w:pStyle w:val="Default"/>
      </w:pPr>
      <w:r w:rsidRPr="00B25451">
        <w:rPr>
          <w:highlight w:val="yellow"/>
        </w:rPr>
        <w:t>It is considered a security risk because it allows a Web page to execute code (which may be malicious) on a user's computer.</w:t>
      </w:r>
      <w:r w:rsidRPr="00B25451">
        <w:t xml:space="preserve"> </w:t>
      </w:r>
    </w:p>
    <w:p w:rsidR="00932434" w:rsidRPr="00B25451" w:rsidRDefault="00932434" w:rsidP="00932434">
      <w:pPr>
        <w:pStyle w:val="Default"/>
      </w:pPr>
      <w:r w:rsidRPr="00B25451">
        <w:t xml:space="preserve">What must you do before you can use the Windows Backup utility on a Windows XP Home Edition PC? </w:t>
      </w:r>
    </w:p>
    <w:p w:rsidR="00932434" w:rsidRPr="00B25451" w:rsidRDefault="00932434" w:rsidP="00932434">
      <w:pPr>
        <w:pStyle w:val="Default"/>
      </w:pPr>
      <w:r w:rsidRPr="00B25451">
        <w:rPr>
          <w:highlight w:val="yellow"/>
        </w:rPr>
        <w:t>Install the utility from the Windows XP setup CD</w:t>
      </w:r>
      <w:r w:rsidRPr="00B25451">
        <w:t xml:space="preserve">. </w:t>
      </w:r>
    </w:p>
    <w:p w:rsidR="00932434" w:rsidRPr="00B25451" w:rsidRDefault="00932434" w:rsidP="00932434">
      <w:pPr>
        <w:pStyle w:val="Default"/>
      </w:pPr>
      <w:r w:rsidRPr="00B25451">
        <w:t xml:space="preserve">Name one browser other than Internet Explorer by Microsoft. </w:t>
      </w:r>
    </w:p>
    <w:p w:rsidR="00932434" w:rsidRPr="00B25451" w:rsidRDefault="00932434" w:rsidP="00932434">
      <w:pPr>
        <w:pStyle w:val="Default"/>
      </w:pPr>
      <w:r w:rsidRPr="00B25451">
        <w:rPr>
          <w:highlight w:val="yellow"/>
        </w:rPr>
        <w:t>Firefox by Mozilla</w:t>
      </w:r>
      <w:r w:rsidRPr="00B25451">
        <w:t xml:space="preserve"> </w:t>
      </w:r>
    </w:p>
    <w:p w:rsidR="00932434" w:rsidRPr="00B25451" w:rsidRDefault="00932434" w:rsidP="00932434">
      <w:pPr>
        <w:pStyle w:val="Default"/>
      </w:pPr>
      <w:r w:rsidRPr="00B25451">
        <w:t xml:space="preserve">Name two e-mail clients other than Outlook or Outlook Express by Microsoft. </w:t>
      </w:r>
    </w:p>
    <w:p w:rsidR="00932434" w:rsidRPr="00B25451" w:rsidRDefault="00932434" w:rsidP="00932434">
      <w:pPr>
        <w:pStyle w:val="Default"/>
      </w:pPr>
      <w:r w:rsidRPr="00B25451">
        <w:rPr>
          <w:highlight w:val="yellow"/>
        </w:rPr>
        <w:t>Eudora by Qualcomm and Thunderbird by Mozilla</w:t>
      </w:r>
      <w:r w:rsidRPr="00B25451">
        <w:t xml:space="preserve"> </w:t>
      </w:r>
    </w:p>
    <w:p w:rsidR="00932434" w:rsidRPr="00B25451" w:rsidRDefault="00932434" w:rsidP="00932434">
      <w:pPr>
        <w:pStyle w:val="Default"/>
      </w:pPr>
      <w:r w:rsidRPr="00B25451">
        <w:t xml:space="preserve">What are five file extensions that might be used for scripts? </w:t>
      </w:r>
    </w:p>
    <w:p w:rsidR="00932434" w:rsidRPr="00B25451" w:rsidRDefault="00932434" w:rsidP="00932434">
      <w:pPr>
        <w:pStyle w:val="Default"/>
      </w:pPr>
      <w:r w:rsidRPr="00B25451">
        <w:rPr>
          <w:highlight w:val="yellow"/>
        </w:rPr>
        <w:t>.</w:t>
      </w:r>
      <w:proofErr w:type="spellStart"/>
      <w:r w:rsidRPr="00B25451">
        <w:rPr>
          <w:highlight w:val="yellow"/>
        </w:rPr>
        <w:t>js</w:t>
      </w:r>
      <w:proofErr w:type="spellEnd"/>
      <w:r w:rsidRPr="00B25451">
        <w:rPr>
          <w:highlight w:val="yellow"/>
        </w:rPr>
        <w:t>, .</w:t>
      </w:r>
      <w:proofErr w:type="spellStart"/>
      <w:r w:rsidRPr="00B25451">
        <w:rPr>
          <w:highlight w:val="yellow"/>
        </w:rPr>
        <w:t>jse</w:t>
      </w:r>
      <w:proofErr w:type="spellEnd"/>
      <w:r w:rsidRPr="00B25451">
        <w:rPr>
          <w:highlight w:val="yellow"/>
        </w:rPr>
        <w:t>, .</w:t>
      </w:r>
      <w:proofErr w:type="spellStart"/>
      <w:r w:rsidRPr="00B25451">
        <w:rPr>
          <w:highlight w:val="yellow"/>
        </w:rPr>
        <w:t>vbe</w:t>
      </w:r>
      <w:proofErr w:type="spellEnd"/>
      <w:r w:rsidRPr="00B25451">
        <w:rPr>
          <w:highlight w:val="yellow"/>
        </w:rPr>
        <w:t>, .</w:t>
      </w:r>
      <w:proofErr w:type="spellStart"/>
      <w:r w:rsidRPr="00B25451">
        <w:rPr>
          <w:highlight w:val="yellow"/>
        </w:rPr>
        <w:t>vbs</w:t>
      </w:r>
      <w:proofErr w:type="spellEnd"/>
      <w:r w:rsidRPr="00B25451">
        <w:rPr>
          <w:highlight w:val="yellow"/>
        </w:rPr>
        <w:t>, and .</w:t>
      </w:r>
      <w:proofErr w:type="spellStart"/>
      <w:r w:rsidRPr="00B25451">
        <w:rPr>
          <w:highlight w:val="yellow"/>
        </w:rPr>
        <w:t>wsf</w:t>
      </w:r>
      <w:proofErr w:type="spellEnd"/>
      <w:r w:rsidRPr="00B25451">
        <w:t xml:space="preserve"> </w:t>
      </w:r>
    </w:p>
    <w:p w:rsidR="00932434" w:rsidRPr="00B25451" w:rsidRDefault="00932434" w:rsidP="00932434">
      <w:pPr>
        <w:pStyle w:val="Default"/>
      </w:pPr>
      <w:r w:rsidRPr="00B25451">
        <w:t xml:space="preserve">Why might someone see better security when using a browser other than Internet Explorer? </w:t>
      </w:r>
    </w:p>
    <w:p w:rsidR="00932434" w:rsidRPr="00B25451" w:rsidRDefault="00932434" w:rsidP="00932434">
      <w:pPr>
        <w:pStyle w:val="Default"/>
      </w:pPr>
      <w:r w:rsidRPr="00B25451">
        <w:rPr>
          <w:highlight w:val="yellow"/>
        </w:rPr>
        <w:t>because authors of malware attack IE more than other products, IE allows Web pages to run ActiveX code, and IE is closely integrated with—and may provide access to—core components of the Windows operating system.</w:t>
      </w:r>
      <w:r w:rsidRPr="00B25451">
        <w:t xml:space="preserve"> </w:t>
      </w:r>
    </w:p>
    <w:p w:rsidR="00932434" w:rsidRPr="00B25451" w:rsidRDefault="00B25451" w:rsidP="00932434">
      <w:pPr>
        <w:pStyle w:val="Default"/>
        <w:pageBreakBefore/>
      </w:pPr>
      <w:r w:rsidRPr="00B25451">
        <w:rPr>
          <w:bCs/>
        </w:rPr>
        <w:lastRenderedPageBreak/>
        <w:t>Thinking critically</w:t>
      </w:r>
    </w:p>
    <w:p w:rsidR="00932434" w:rsidRPr="00B25451" w:rsidRDefault="00932434" w:rsidP="00932434">
      <w:pPr>
        <w:pStyle w:val="Default"/>
      </w:pPr>
      <w:r w:rsidRPr="00B25451">
        <w:t xml:space="preserve">A virus has attacked your hard drive and now when you start up Windows, instead of seeing a Windows desktop, the system freezes and you see a "blue screen of death" (an error message on a blue background). </w:t>
      </w:r>
    </w:p>
    <w:p w:rsidR="00932434" w:rsidRPr="00B25451" w:rsidRDefault="00932434" w:rsidP="00932434">
      <w:pPr>
        <w:pStyle w:val="Default"/>
      </w:pPr>
      <w:bookmarkStart w:id="0" w:name="_GoBack"/>
      <w:bookmarkEnd w:id="0"/>
      <w:r w:rsidRPr="00E73A2F">
        <w:rPr>
          <w:highlight w:val="yellow"/>
        </w:rPr>
        <w:t>d. Use Windows utilities to attempt to fix the Windows boot problem.</w:t>
      </w:r>
      <w:r w:rsidRPr="00B25451">
        <w:t xml:space="preserve"> </w:t>
      </w:r>
    </w:p>
    <w:p w:rsidR="00932434" w:rsidRPr="00B25451" w:rsidRDefault="00932434" w:rsidP="00932434">
      <w:pPr>
        <w:pStyle w:val="Default"/>
      </w:pPr>
      <w:r w:rsidRPr="00B25451">
        <w:t xml:space="preserve">Just after you reboot after running AV software, an error message is displayed that contains a reference to a strange DLL file that is missing. What do you do first? </w:t>
      </w:r>
    </w:p>
    <w:p w:rsidR="00932434" w:rsidRPr="00B25451" w:rsidRDefault="00932434" w:rsidP="00932434">
      <w:pPr>
        <w:pStyle w:val="Default"/>
      </w:pPr>
      <w:r w:rsidRPr="00E73A2F">
        <w:rPr>
          <w:highlight w:val="yellow"/>
        </w:rPr>
        <w:t xml:space="preserve">b. Run </w:t>
      </w:r>
      <w:proofErr w:type="spellStart"/>
      <w:r w:rsidRPr="00E73A2F">
        <w:rPr>
          <w:highlight w:val="yellow"/>
        </w:rPr>
        <w:t>Msconfig</w:t>
      </w:r>
      <w:proofErr w:type="spellEnd"/>
      <w:r w:rsidRPr="00E73A2F">
        <w:rPr>
          <w:highlight w:val="yellow"/>
        </w:rPr>
        <w:t xml:space="preserve"> and look for startup entries that are launching the DLL.</w:t>
      </w:r>
      <w:r w:rsidRPr="00B25451">
        <w:t xml:space="preserve"> </w:t>
      </w:r>
    </w:p>
    <w:p w:rsidR="00932434" w:rsidRPr="00B25451" w:rsidRDefault="00932434" w:rsidP="00932434">
      <w:pPr>
        <w:pStyle w:val="Default"/>
      </w:pPr>
      <w:r w:rsidRPr="00B25451">
        <w:t xml:space="preserve">Suppose a user has encrypted important data files and now is no longer working for your company. How do you decrypt these files so they can be read? </w:t>
      </w:r>
    </w:p>
    <w:p w:rsidR="00BA529C" w:rsidRPr="00B25451" w:rsidRDefault="00932434" w:rsidP="00932434">
      <w:pPr>
        <w:rPr>
          <w:rFonts w:ascii="Times New Roman" w:hAnsi="Times New Roman" w:cs="Times New Roman"/>
          <w:sz w:val="24"/>
          <w:szCs w:val="24"/>
        </w:rPr>
      </w:pPr>
      <w:r w:rsidRPr="00E73A2F">
        <w:rPr>
          <w:rFonts w:ascii="Times New Roman" w:hAnsi="Times New Roman" w:cs="Times New Roman"/>
          <w:sz w:val="24"/>
          <w:szCs w:val="24"/>
          <w:highlight w:val="yellow"/>
        </w:rPr>
        <w:t>Log on as an administrator and decrypt the files, either by changing the properties of the folder the files are in or by using the Cipher command.</w:t>
      </w:r>
    </w:p>
    <w:sectPr w:rsidR="00BA529C" w:rsidRPr="00B25451" w:rsidSect="00BA52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434"/>
    <w:rsid w:val="0054011E"/>
    <w:rsid w:val="007F6C5E"/>
    <w:rsid w:val="00932434"/>
    <w:rsid w:val="00B25451"/>
    <w:rsid w:val="00BA529C"/>
    <w:rsid w:val="00E73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32434"/>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3243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E55148DE</Template>
  <TotalTime>18</TotalTime>
  <Pages>3</Pages>
  <Words>917</Words>
  <Characters>5230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Appleton Area School District</Company>
  <LinksUpToDate>false</LinksUpToDate>
  <CharactersWithSpaces>6135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543543</dc:creator>
  <cp:keywords/>
  <dc:description/>
  <cp:lastModifiedBy>HOULTON, BENJAMIN</cp:lastModifiedBy>
  <cp:revision>3</cp:revision>
  <cp:lastPrinted>2012-03-09T13:49:00Z</cp:lastPrinted>
  <dcterms:created xsi:type="dcterms:W3CDTF">2012-03-08T13:53:00Z</dcterms:created>
  <dcterms:modified xsi:type="dcterms:W3CDTF">2012-03-09T13:52:00Z</dcterms:modified>
</cp:coreProperties>
</file>