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FD" w:rsidRDefault="00C552FD">
      <w:r>
        <w:t xml:space="preserve">The roles that non-profits play in a community is to educate people about many things that do cost any money to the people that are leaning the new and exciting things. They also offer many </w:t>
      </w:r>
      <w:bookmarkStart w:id="0" w:name="_GoBack"/>
      <w:bookmarkEnd w:id="0"/>
      <w:r>
        <w:t>programs that for profit organizations do not offer to people around the community.</w:t>
      </w:r>
    </w:p>
    <w:p w:rsidR="00C552FD" w:rsidRDefault="00C552FD">
      <w:r>
        <w:t xml:space="preserve"> The way that nonprofits work with government are the nonprofits ask the government for money in order to fund the many things that the nonprofits teach </w:t>
      </w:r>
      <w:proofErr w:type="gramStart"/>
      <w:r>
        <w:t>people .</w:t>
      </w:r>
      <w:proofErr w:type="gramEnd"/>
      <w:r>
        <w:t xml:space="preserve"> Another way that nonprofits work with the government is to ask the government for supplies and also materials so that the nonprofits can help the people.</w:t>
      </w:r>
    </w:p>
    <w:p w:rsidR="00C552FD" w:rsidRDefault="00C552FD"/>
    <w:p w:rsidR="00C552FD" w:rsidRDefault="00C552FD"/>
    <w:sectPr w:rsidR="00C552FD" w:rsidSect="00BA52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FD"/>
    <w:rsid w:val="00BA529C"/>
    <w:rsid w:val="00C5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B20E66A4</Template>
  <TotalTime>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HOULTON, BENJAMIN</dc:creator>
  <cp:keywords/>
  <dc:description/>
  <cp:lastModifiedBy>HOULTON, BENJAMIN</cp:lastModifiedBy>
  <cp:revision>1</cp:revision>
  <cp:lastPrinted>2012-02-27T19:24:00Z</cp:lastPrinted>
  <dcterms:created xsi:type="dcterms:W3CDTF">2012-02-27T19:18:00Z</dcterms:created>
  <dcterms:modified xsi:type="dcterms:W3CDTF">2012-02-27T19:25:00Z</dcterms:modified>
</cp:coreProperties>
</file>