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 xml:space="preserve">Water </w:t>
      </w:r>
      <w:r w:rsidR="00F512D6" w:rsidRPr="00F512D6">
        <w:rPr>
          <w:rFonts w:ascii="Times New Roman" w:hAnsi="Times New Roman" w:cs="Times New Roman"/>
          <w:sz w:val="24"/>
          <w:szCs w:val="24"/>
        </w:rPr>
        <w:t>usage in the Houlton house</w:t>
      </w:r>
      <w:r w:rsidRPr="00F512D6">
        <w:rPr>
          <w:rFonts w:ascii="Times New Roman" w:hAnsi="Times New Roman" w:cs="Times New Roman"/>
          <w:sz w:val="24"/>
          <w:szCs w:val="24"/>
        </w:rPr>
        <w:t>hold</w:t>
      </w:r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7 people in house</w:t>
      </w:r>
    </w:p>
    <w:p w:rsidR="002D6BE3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Total showers 21, 15min each</w:t>
      </w:r>
      <w:r w:rsidR="00F512D6">
        <w:rPr>
          <w:rFonts w:ascii="Times New Roman" w:hAnsi="Times New Roman" w:cs="Times New Roman"/>
          <w:sz w:val="24"/>
          <w:szCs w:val="24"/>
        </w:rPr>
        <w:t xml:space="preserve"> 2 gallons per minute= 630 </w:t>
      </w:r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Toilet flushes</w:t>
      </w:r>
      <w:r w:rsidR="00F512D6">
        <w:rPr>
          <w:rFonts w:ascii="Times New Roman" w:hAnsi="Times New Roman" w:cs="Times New Roman"/>
          <w:sz w:val="24"/>
          <w:szCs w:val="24"/>
        </w:rPr>
        <w:t xml:space="preserve"> 76</w:t>
      </w:r>
      <w:r w:rsidRPr="00F512D6">
        <w:rPr>
          <w:rFonts w:ascii="Times New Roman" w:hAnsi="Times New Roman" w:cs="Times New Roman"/>
          <w:sz w:val="24"/>
          <w:szCs w:val="24"/>
        </w:rPr>
        <w:t>, 1.6 gallons each</w:t>
      </w:r>
      <w:r w:rsidR="00F512D6">
        <w:rPr>
          <w:rFonts w:ascii="Times New Roman" w:hAnsi="Times New Roman" w:cs="Times New Roman"/>
          <w:sz w:val="24"/>
          <w:szCs w:val="24"/>
        </w:rPr>
        <w:t>- 121.6</w:t>
      </w:r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Sink 2 hours, 3 gallons per minute</w:t>
      </w:r>
      <w:r w:rsidR="00F512D6">
        <w:rPr>
          <w:rFonts w:ascii="Times New Roman" w:hAnsi="Times New Roman" w:cs="Times New Roman"/>
          <w:sz w:val="24"/>
          <w:szCs w:val="24"/>
        </w:rPr>
        <w:t>=360</w:t>
      </w:r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Cooking 2 gallons</w:t>
      </w:r>
      <w:r w:rsidR="00F512D6">
        <w:rPr>
          <w:rFonts w:ascii="Times New Roman" w:hAnsi="Times New Roman" w:cs="Times New Roman"/>
          <w:sz w:val="24"/>
          <w:szCs w:val="24"/>
        </w:rPr>
        <w:t xml:space="preserve">=2 </w:t>
      </w:r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Laundry 14 loads of laundry 30 gallons per load</w:t>
      </w:r>
      <w:r w:rsidR="00F512D6">
        <w:rPr>
          <w:rFonts w:ascii="Times New Roman" w:hAnsi="Times New Roman" w:cs="Times New Roman"/>
          <w:sz w:val="24"/>
          <w:szCs w:val="24"/>
        </w:rPr>
        <w:t>=420</w:t>
      </w:r>
      <w:bookmarkStart w:id="0" w:name="_GoBack"/>
      <w:bookmarkEnd w:id="0"/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Dishwasher 10 loads 15 gallons per load</w:t>
      </w:r>
      <w:r w:rsidR="00F512D6">
        <w:rPr>
          <w:rFonts w:ascii="Times New Roman" w:hAnsi="Times New Roman" w:cs="Times New Roman"/>
          <w:sz w:val="24"/>
          <w:szCs w:val="24"/>
        </w:rPr>
        <w:t>= 150</w:t>
      </w:r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Dishes (hand washed) 6 loads 10 gallons per load</w:t>
      </w:r>
      <w:r w:rsidR="00F512D6">
        <w:rPr>
          <w:rFonts w:ascii="Times New Roman" w:hAnsi="Times New Roman" w:cs="Times New Roman"/>
          <w:sz w:val="24"/>
          <w:szCs w:val="24"/>
        </w:rPr>
        <w:t>=60</w:t>
      </w:r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Bath 7 baths, 35 gallons per bath</w:t>
      </w:r>
      <w:r w:rsidR="00F512D6">
        <w:rPr>
          <w:rFonts w:ascii="Times New Roman" w:hAnsi="Times New Roman" w:cs="Times New Roman"/>
          <w:sz w:val="24"/>
          <w:szCs w:val="24"/>
        </w:rPr>
        <w:t>=245</w:t>
      </w:r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House 20 gallons</w:t>
      </w:r>
      <w:r w:rsidR="00F512D6">
        <w:rPr>
          <w:rFonts w:ascii="Times New Roman" w:hAnsi="Times New Roman" w:cs="Times New Roman"/>
          <w:sz w:val="24"/>
          <w:szCs w:val="24"/>
        </w:rPr>
        <w:t>=20</w:t>
      </w:r>
    </w:p>
    <w:p w:rsidR="00B23D59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</w:rPr>
        <w:t>Water lawn 11 hours, 35 gallons</w:t>
      </w:r>
      <w:r w:rsidR="00F512D6">
        <w:rPr>
          <w:rFonts w:ascii="Times New Roman" w:hAnsi="Times New Roman" w:cs="Times New Roman"/>
          <w:sz w:val="24"/>
          <w:szCs w:val="24"/>
        </w:rPr>
        <w:t>=385</w:t>
      </w:r>
    </w:p>
    <w:p w:rsidR="00F512D6" w:rsidRPr="00F512D6" w:rsidRDefault="00F512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water usage for 4 days= 2394 gallons</w:t>
      </w:r>
    </w:p>
    <w:p w:rsidR="00B23D59" w:rsidRPr="00F512D6" w:rsidRDefault="00B23D59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82A611A" wp14:editId="6CDBF889">
            <wp:simplePos x="0" y="0"/>
            <wp:positionH relativeFrom="column">
              <wp:posOffset>-47625</wp:posOffset>
            </wp:positionH>
            <wp:positionV relativeFrom="paragraph">
              <wp:posOffset>66675</wp:posOffset>
            </wp:positionV>
            <wp:extent cx="3810000" cy="3810000"/>
            <wp:effectExtent l="0" t="0" r="0" b="0"/>
            <wp:wrapTight wrapText="bothSides">
              <wp:wrapPolygon edited="0">
                <wp:start x="0" y="0"/>
                <wp:lineTo x="0" y="21492"/>
                <wp:lineTo x="21492" y="21492"/>
                <wp:lineTo x="21492" y="0"/>
                <wp:lineTo x="0" y="0"/>
              </wp:wrapPolygon>
            </wp:wrapTight>
            <wp:docPr id="1" name="il_fi" descr="http://product-image.tradeindia.com/00643237/b/2/Grey-Water-Sewage-Treatment-Pl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duct-image.tradeindia.com/00643237/b/2/Grey-Water-Sewage-Treatment-Plan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3D59" w:rsidRPr="00F512D6" w:rsidRDefault="00F512D6">
      <w:pPr>
        <w:rPr>
          <w:rFonts w:ascii="Times New Roman" w:hAnsi="Times New Roman" w:cs="Times New Roman"/>
          <w:sz w:val="24"/>
          <w:szCs w:val="24"/>
        </w:rPr>
      </w:pPr>
      <w:r w:rsidRPr="00F512D6">
        <w:rPr>
          <w:rFonts w:ascii="Times New Roman" w:hAnsi="Times New Roman" w:cs="Times New Roman"/>
          <w:sz w:val="24"/>
          <w:szCs w:val="24"/>
          <w:highlight w:val="yellow"/>
        </w:rPr>
        <w:t>Water recycling system for the Houlton household</w:t>
      </w:r>
    </w:p>
    <w:p w:rsidR="00B23D59" w:rsidRDefault="00B23D59"/>
    <w:p w:rsidR="00F512D6" w:rsidRDefault="00F512D6"/>
    <w:p w:rsidR="00F512D6" w:rsidRDefault="00F512D6">
      <w:r>
        <w:br w:type="page"/>
      </w:r>
    </w:p>
    <w:p w:rsidR="00B23D59" w:rsidRPr="0078744E" w:rsidRDefault="00F512D6">
      <w:pPr>
        <w:rPr>
          <w:rFonts w:ascii="Times New Roman" w:hAnsi="Times New Roman" w:cs="Times New Roman"/>
          <w:sz w:val="24"/>
          <w:szCs w:val="24"/>
        </w:rPr>
      </w:pPr>
      <w:r w:rsidRPr="0078744E">
        <w:rPr>
          <w:rFonts w:ascii="Times New Roman" w:hAnsi="Times New Roman" w:cs="Times New Roman"/>
          <w:sz w:val="24"/>
          <w:szCs w:val="24"/>
        </w:rPr>
        <w:lastRenderedPageBreak/>
        <w:t>My estimate for water usage was 1000 gallons and the total was almost 2400 gallons.</w:t>
      </w:r>
    </w:p>
    <w:p w:rsidR="00A72CB6" w:rsidRPr="0078744E" w:rsidRDefault="00A72CB6">
      <w:pPr>
        <w:rPr>
          <w:rFonts w:ascii="Times New Roman" w:hAnsi="Times New Roman" w:cs="Times New Roman"/>
          <w:sz w:val="24"/>
          <w:szCs w:val="24"/>
        </w:rPr>
      </w:pPr>
      <w:r w:rsidRPr="0078744E">
        <w:rPr>
          <w:rFonts w:ascii="Times New Roman" w:hAnsi="Times New Roman" w:cs="Times New Roman"/>
          <w:sz w:val="24"/>
          <w:szCs w:val="24"/>
        </w:rPr>
        <w:t xml:space="preserve">The highest area of water usage was taking showers. </w:t>
      </w:r>
    </w:p>
    <w:p w:rsidR="00A72CB6" w:rsidRPr="0078744E" w:rsidRDefault="00A72CB6">
      <w:pPr>
        <w:rPr>
          <w:rFonts w:ascii="Times New Roman" w:hAnsi="Times New Roman" w:cs="Times New Roman"/>
          <w:sz w:val="24"/>
          <w:szCs w:val="24"/>
        </w:rPr>
      </w:pPr>
      <w:r w:rsidRPr="0078744E">
        <w:rPr>
          <w:rFonts w:ascii="Times New Roman" w:hAnsi="Times New Roman" w:cs="Times New Roman"/>
          <w:sz w:val="24"/>
          <w:szCs w:val="24"/>
        </w:rPr>
        <w:t>Some of the ways that I could conserve water would be by limiting the time that my showers are, turning off the water when I am using the sink, and making sure that I recycle water after I use it.</w:t>
      </w:r>
    </w:p>
    <w:p w:rsidR="00A72CB6" w:rsidRPr="0078744E" w:rsidRDefault="00A72CB6">
      <w:pPr>
        <w:rPr>
          <w:rFonts w:ascii="Times New Roman" w:hAnsi="Times New Roman" w:cs="Times New Roman"/>
          <w:sz w:val="24"/>
          <w:szCs w:val="24"/>
        </w:rPr>
      </w:pPr>
      <w:r w:rsidRPr="0078744E">
        <w:rPr>
          <w:rFonts w:ascii="Times New Roman" w:hAnsi="Times New Roman" w:cs="Times New Roman"/>
          <w:sz w:val="24"/>
          <w:szCs w:val="24"/>
        </w:rPr>
        <w:t xml:space="preserve">We </w:t>
      </w:r>
      <w:proofErr w:type="gramStart"/>
      <w:r w:rsidRPr="0078744E">
        <w:rPr>
          <w:rFonts w:ascii="Times New Roman" w:hAnsi="Times New Roman" w:cs="Times New Roman"/>
          <w:sz w:val="24"/>
          <w:szCs w:val="24"/>
        </w:rPr>
        <w:t>use  about</w:t>
      </w:r>
      <w:proofErr w:type="gramEnd"/>
      <w:r w:rsidRPr="0078744E">
        <w:rPr>
          <w:rFonts w:ascii="Times New Roman" w:hAnsi="Times New Roman" w:cs="Times New Roman"/>
          <w:sz w:val="24"/>
          <w:szCs w:val="24"/>
        </w:rPr>
        <w:t xml:space="preserve"> 220,000 gallons of water per year</w:t>
      </w:r>
    </w:p>
    <w:p w:rsidR="00A72CB6" w:rsidRDefault="00A72CB6"/>
    <w:sectPr w:rsidR="00A72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D59"/>
    <w:rsid w:val="002D6BE3"/>
    <w:rsid w:val="0078744E"/>
    <w:rsid w:val="00A72CB6"/>
    <w:rsid w:val="00B23D59"/>
    <w:rsid w:val="00F5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7E56DA8F</Template>
  <TotalTime>34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HOULTON, BENJAMIN</dc:creator>
  <cp:keywords/>
  <dc:description/>
  <cp:lastModifiedBy>HOULTON, BENJAMIN</cp:lastModifiedBy>
  <cp:revision>2</cp:revision>
  <cp:lastPrinted>2012-05-08T16:59:00Z</cp:lastPrinted>
  <dcterms:created xsi:type="dcterms:W3CDTF">2012-05-03T16:50:00Z</dcterms:created>
  <dcterms:modified xsi:type="dcterms:W3CDTF">2012-05-08T17:00:00Z</dcterms:modified>
</cp:coreProperties>
</file>