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57" w:rsidRDefault="002E142D">
      <w:pPr>
        <w:rPr>
          <w:rFonts w:ascii="French Script MT" w:hAnsi="French Script MT"/>
          <w:sz w:val="44"/>
          <w:szCs w:val="44"/>
        </w:rPr>
      </w:pPr>
      <w:r>
        <w:rPr>
          <w:rFonts w:ascii="French Script MT" w:hAnsi="French Script MT"/>
          <w:sz w:val="44"/>
          <w:szCs w:val="44"/>
        </w:rPr>
        <w:t>“My mission statement is to sail through life and always think forward in pursuing my dreams, and live my life to the fullest”</w:t>
      </w:r>
      <w:r w:rsidR="00847298" w:rsidRPr="00847298">
        <w:rPr>
          <w:rFonts w:ascii="French Script MT" w:hAnsi="French Script MT"/>
          <w:noProof/>
          <w:sz w:val="44"/>
          <w:szCs w:val="44"/>
        </w:rPr>
        <w:t xml:space="preserve"> </w:t>
      </w:r>
    </w:p>
    <w:p w:rsidR="002E142D" w:rsidRPr="002E142D" w:rsidRDefault="009C0E58">
      <w:pPr>
        <w:rPr>
          <w:rFonts w:ascii="French Script MT" w:hAnsi="French Script MT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3931920</wp:posOffset>
                </wp:positionV>
                <wp:extent cx="5429250" cy="3733800"/>
                <wp:effectExtent l="0" t="0" r="19050" b="190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373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E58" w:rsidRDefault="009C0E58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-12pt;margin-top:309.6pt;width:427.5pt;height:29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" fillcolor="white [3201]" strokeweight=".5pt">
                <v:textbox>
                  <w:txbxContent>
                    <w:p w:rsidR="009C0E58" w:rsidRDefault="009C0E58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4320" behindDoc="1" locked="0" layoutInCell="1" allowOverlap="1" wp14:anchorId="2589906B" wp14:editId="29762BE5">
            <wp:simplePos x="0" y="0"/>
            <wp:positionH relativeFrom="column">
              <wp:posOffset>2152650</wp:posOffset>
            </wp:positionH>
            <wp:positionV relativeFrom="paragraph">
              <wp:posOffset>4379595</wp:posOffset>
            </wp:positionV>
            <wp:extent cx="1438275" cy="1714500"/>
            <wp:effectExtent l="0" t="0" r="9525" b="0"/>
            <wp:wrapTight wrapText="bothSides">
              <wp:wrapPolygon edited="0">
                <wp:start x="0" y="0"/>
                <wp:lineTo x="0" y="21360"/>
                <wp:lineTo x="21457" y="21360"/>
                <wp:lineTo x="21457" y="0"/>
                <wp:lineTo x="0" y="0"/>
              </wp:wrapPolygon>
            </wp:wrapTight>
            <wp:docPr id="47" name="il_fi" descr="http://t0.gstatic.com/images?q=tbn:ANd9GcQit1p-g8CsUUCkXDVrOwiza6PDfrSj9m_yr31COXG6eEpD1Vq3OrvHxe1G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it1p-g8CsUUCkXDVrOwiza6PDfrSj9m_yr31COXG6eEpD1Vq3OrvHxe1GW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65A89F" wp14:editId="1302D6DF">
                <wp:simplePos x="0" y="0"/>
                <wp:positionH relativeFrom="column">
                  <wp:posOffset>-148590</wp:posOffset>
                </wp:positionH>
                <wp:positionV relativeFrom="paragraph">
                  <wp:posOffset>5789295</wp:posOffset>
                </wp:positionV>
                <wp:extent cx="5078095" cy="1228725"/>
                <wp:effectExtent l="0" t="19050" r="46355" b="47625"/>
                <wp:wrapNone/>
                <wp:docPr id="45" name="Right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12287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E58" w:rsidRDefault="009C0E58" w:rsidP="009C0E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5" o:spid="_x0000_s1027" type="#_x0000_t13" style="position:absolute;margin-left:-11.7pt;margin-top:455.85pt;width:399.85pt;height:96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" adj="18987" fillcolor="red" strokecolor="#243f60 [1604]" strokeweight="2pt">
                <v:textbox>
                  <w:txbxContent>
                    <w:p w:rsidR="009C0E58" w:rsidRDefault="009C0E58" w:rsidP="009C0E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44401" behindDoc="0" locked="0" layoutInCell="1" allowOverlap="1" wp14:anchorId="57D517B9" wp14:editId="24FBE6B4">
            <wp:simplePos x="0" y="0"/>
            <wp:positionH relativeFrom="column">
              <wp:posOffset>0</wp:posOffset>
            </wp:positionH>
            <wp:positionV relativeFrom="paragraph">
              <wp:posOffset>4284345</wp:posOffset>
            </wp:positionV>
            <wp:extent cx="1628775" cy="1857375"/>
            <wp:effectExtent l="0" t="0" r="9525" b="9525"/>
            <wp:wrapTight wrapText="bothSides">
              <wp:wrapPolygon edited="0">
                <wp:start x="0" y="0"/>
                <wp:lineTo x="0" y="21489"/>
                <wp:lineTo x="21474" y="21489"/>
                <wp:lineTo x="21474" y="0"/>
                <wp:lineTo x="0" y="0"/>
              </wp:wrapPolygon>
            </wp:wrapTight>
            <wp:docPr id="44" name="il_fi" descr="http://t2.gstatic.com/images?q=tbn:ANd9GcQCIDWcqHiPx-95cZ1wb4ngE1pFeQXh52yZkd1hBPczZLbWfvGqzNqzo61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CIDWcqHiPx-95cZ1wb4ngE1pFeQXh52yZkd1hBPczZLbWfvGqzNqzo61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5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A6608B" wp14:editId="76D2A509">
                <wp:simplePos x="0" y="0"/>
                <wp:positionH relativeFrom="column">
                  <wp:posOffset>-152400</wp:posOffset>
                </wp:positionH>
                <wp:positionV relativeFrom="paragraph">
                  <wp:posOffset>1929765</wp:posOffset>
                </wp:positionV>
                <wp:extent cx="6302375" cy="1924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2375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6557" w:rsidRPr="00D16557" w:rsidRDefault="00D16557" w:rsidP="00D16557">
                            <w:pPr>
                              <w:jc w:val="center"/>
                              <w:rPr>
                                <w:rFonts w:ascii="Bodoni MT Condensed" w:hAnsi="Bodoni MT Condensed"/>
                                <w:b/>
                                <w:color w:val="7F7F7F" w:themeColor="background1" w:themeShade="7F"/>
                                <w:sz w:val="250"/>
                                <w:szCs w:val="250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D16557">
                              <w:rPr>
                                <w:rFonts w:ascii="Bodoni MT Condensed" w:hAnsi="Bodoni MT Condensed"/>
                                <w:b/>
                                <w:color w:val="7F7F7F" w:themeColor="background1" w:themeShade="7F"/>
                                <w:sz w:val="250"/>
                                <w:szCs w:val="250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Thinking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margin-left:-12pt;margin-top:151.95pt;width:496.25pt;height:15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" filled="f" stroked="f">
                <v:fill o:detectmouseclick="t"/>
                <v:textbox>
                  <w:txbxContent>
                    <w:p w:rsidR="00D16557" w:rsidRPr="00D16557" w:rsidRDefault="00D16557" w:rsidP="00D16557">
                      <w:pPr>
                        <w:jc w:val="center"/>
                        <w:rPr>
                          <w:rFonts w:ascii="Bodoni MT Condensed" w:hAnsi="Bodoni MT Condensed"/>
                          <w:b/>
                          <w:color w:val="7F7F7F" w:themeColor="background1" w:themeShade="7F"/>
                          <w:sz w:val="250"/>
                          <w:szCs w:val="250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D16557">
                        <w:rPr>
                          <w:rFonts w:ascii="Bodoni MT Condensed" w:hAnsi="Bodoni MT Condensed"/>
                          <w:b/>
                          <w:color w:val="7F7F7F" w:themeColor="background1" w:themeShade="7F"/>
                          <w:sz w:val="250"/>
                          <w:szCs w:val="250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Thinking</w:t>
                      </w:r>
                    </w:p>
                  </w:txbxContent>
                </v:textbox>
              </v:shape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4914" behindDoc="0" locked="0" layoutInCell="1" allowOverlap="1" wp14:anchorId="2A880F8B" wp14:editId="40C90CA8">
                <wp:simplePos x="0" y="0"/>
                <wp:positionH relativeFrom="column">
                  <wp:posOffset>3835400</wp:posOffset>
                </wp:positionH>
                <wp:positionV relativeFrom="paragraph">
                  <wp:posOffset>817245</wp:posOffset>
                </wp:positionV>
                <wp:extent cx="269875" cy="1101090"/>
                <wp:effectExtent l="285750" t="19050" r="301625" b="381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75473">
                          <a:off x="0" y="0"/>
                          <a:ext cx="269875" cy="11010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302pt;margin-top:64.35pt;width:21.25pt;height:86.7pt;rotation:-2102097fd;z-index:2516449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" fillcolor="red" strokecolor="#385d8a" strokeweight="2pt"/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F7559B" wp14:editId="5A9C0D93">
                <wp:simplePos x="0" y="0"/>
                <wp:positionH relativeFrom="column">
                  <wp:posOffset>3591560</wp:posOffset>
                </wp:positionH>
                <wp:positionV relativeFrom="paragraph">
                  <wp:posOffset>1183005</wp:posOffset>
                </wp:positionV>
                <wp:extent cx="247650" cy="455295"/>
                <wp:effectExtent l="0" t="8573" r="10478" b="10477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4552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282.8pt;margin-top:93.15pt;width:19.5pt;height:35.85pt;rotation:-90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" fillcolor="#ffc000" strokecolor="#385d8a" strokeweight="2pt"/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3889" behindDoc="0" locked="0" layoutInCell="1" allowOverlap="1" wp14:anchorId="2FC19A64" wp14:editId="314CCDF0">
                <wp:simplePos x="0" y="0"/>
                <wp:positionH relativeFrom="column">
                  <wp:posOffset>3366090</wp:posOffset>
                </wp:positionH>
                <wp:positionV relativeFrom="paragraph">
                  <wp:posOffset>855981</wp:posOffset>
                </wp:positionV>
                <wp:extent cx="247650" cy="1101090"/>
                <wp:effectExtent l="190500" t="38100" r="152400" b="2286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3172">
                          <a:off x="0" y="0"/>
                          <a:ext cx="247650" cy="11010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265.05pt;margin-top:67.4pt;width:19.5pt;height:86.7pt;rotation:1259571fd;z-index:2516438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" fillcolor="yellow" strokecolor="#385d8a" strokeweight="2pt"/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854155" wp14:editId="15284F38">
                <wp:simplePos x="0" y="0"/>
                <wp:positionH relativeFrom="column">
                  <wp:posOffset>4191121</wp:posOffset>
                </wp:positionH>
                <wp:positionV relativeFrom="paragraph">
                  <wp:posOffset>702609</wp:posOffset>
                </wp:positionV>
                <wp:extent cx="440055" cy="430530"/>
                <wp:effectExtent l="0" t="19050" r="17145" b="26670"/>
                <wp:wrapNone/>
                <wp:docPr id="37" name="Chor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243">
                          <a:off x="0" y="0"/>
                          <a:ext cx="440055" cy="430530"/>
                        </a:xfrm>
                        <a:prstGeom prst="chord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7" o:spid="_x0000_s1026" style="position:absolute;margin-left:330pt;margin-top:55.3pt;width:34.65pt;height:33.9pt;rotation:-10496417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0055,430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" path="m373899,369137v-69995,66998,-176824,80677,-262085,33559c24039,354189,-18815,253527,7814,158403,34000,64860,120893,,220027,l373899,369137xe" fillcolor="#00b0f0" strokecolor="#385d8a" strokeweight="2pt">
                <v:path arrowok="t" o:connecttype="custom" o:connectlocs="373899,369137;111814,402696;7814,158403;220027,0;373899,369137" o:connectangles="0,0,0,0,0"/>
              </v:shape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4673DC0E" wp14:editId="65CDCE37">
                <wp:simplePos x="0" y="0"/>
                <wp:positionH relativeFrom="column">
                  <wp:posOffset>4401065</wp:posOffset>
                </wp:positionH>
                <wp:positionV relativeFrom="paragraph">
                  <wp:posOffset>1161474</wp:posOffset>
                </wp:positionV>
                <wp:extent cx="257175" cy="748434"/>
                <wp:effectExtent l="228600" t="19050" r="219075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43201">
                          <a:off x="0" y="0"/>
                          <a:ext cx="257175" cy="748434"/>
                        </a:xfrm>
                        <a:prstGeom prst="rect">
                          <a:avLst/>
                        </a:prstGeom>
                        <a:solidFill>
                          <a:srgbClr val="30DC6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46.55pt;margin-top:91.45pt;width:20.25pt;height:58.95pt;rotation:9331454fd;z-index:2516459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" fillcolor="#30dc69" strokecolor="#243f60 [1604]" strokeweight="2pt"/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6CF89C" wp14:editId="268A5057">
                <wp:simplePos x="0" y="0"/>
                <wp:positionH relativeFrom="column">
                  <wp:posOffset>3948538</wp:posOffset>
                </wp:positionH>
                <wp:positionV relativeFrom="paragraph">
                  <wp:posOffset>480289</wp:posOffset>
                </wp:positionV>
                <wp:extent cx="866186" cy="803753"/>
                <wp:effectExtent l="0" t="19050" r="10160" b="34925"/>
                <wp:wrapNone/>
                <wp:docPr id="36" name="Chor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243">
                          <a:off x="0" y="0"/>
                          <a:ext cx="866186" cy="803753"/>
                        </a:xfrm>
                        <a:prstGeom prst="chord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6" o:spid="_x0000_s1026" style="position:absolute;margin-left:310.9pt;margin-top:37.8pt;width:68.2pt;height:63.3pt;rotation:-10496417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6186,80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" path="m727681,696464c592105,813200,391601,837165,228571,756119,48502,666603,-39673,472501,17001,290384,70521,118400,240178,-1,433094,-1l727681,696464xe" fillcolor="#ffc000" strokecolor="#385d8a" strokeweight="2pt">
                <v:path arrowok="t" o:connecttype="custom" o:connectlocs="727681,696464;228571,756119;17001,290384;433094,-1;727681,696464" o:connectangles="0,0,0,0,0"/>
              </v:shape>
            </w:pict>
          </mc:Fallback>
        </mc:AlternateContent>
      </w:r>
      <w:r w:rsidR="00D16557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38E104" wp14:editId="581D0DE6">
                <wp:simplePos x="0" y="0"/>
                <wp:positionH relativeFrom="column">
                  <wp:posOffset>1337755</wp:posOffset>
                </wp:positionH>
                <wp:positionV relativeFrom="paragraph">
                  <wp:posOffset>408436</wp:posOffset>
                </wp:positionV>
                <wp:extent cx="546735" cy="452755"/>
                <wp:effectExtent l="0" t="19050" r="24765" b="23495"/>
                <wp:wrapNone/>
                <wp:docPr id="35" name="Chor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243">
                          <a:off x="0" y="0"/>
                          <a:ext cx="546735" cy="452755"/>
                        </a:xfrm>
                        <a:prstGeom prst="chord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5" o:spid="_x0000_s1026" style="position:absolute;margin-left:105.35pt;margin-top:32.15pt;width:43.05pt;height:35.65pt;rotation:-10496417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735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" path="m447723,400733v-82066,56278,-196141,67940,-292271,29880c31887,381691,-28888,264597,13276,156686,49773,63279,154814,-1,273368,-1l447723,400733xe" fillcolor="#00b0f0" strokecolor="#385d8a" strokeweight="2pt">
                <v:path arrowok="t" o:connecttype="custom" o:connectlocs="447723,400733;155452,430613;13276,156686;273368,-1;447723,400733" o:connectangles="0,0,0,0,0"/>
              </v:shape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AB1A47" wp14:editId="581BFAF2">
                <wp:simplePos x="0" y="0"/>
                <wp:positionH relativeFrom="column">
                  <wp:posOffset>1331595</wp:posOffset>
                </wp:positionH>
                <wp:positionV relativeFrom="paragraph">
                  <wp:posOffset>391070</wp:posOffset>
                </wp:positionV>
                <wp:extent cx="537988" cy="477656"/>
                <wp:effectExtent l="0" t="19050" r="14605" b="36830"/>
                <wp:wrapNone/>
                <wp:docPr id="33" name="Chor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75605">
                          <a:off x="0" y="0"/>
                          <a:ext cx="537988" cy="477656"/>
                        </a:xfrm>
                        <a:prstGeom prst="chor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3" o:spid="_x0000_s1026" style="position:absolute;margin-left:104.85pt;margin-top:30.8pt;width:42.35pt;height:37.6pt;rotation:-1018472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7988,477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" path="m447588,417422v-82946,65385,-202591,78862,-301299,33938c30667,398738,-26067,280262,11472,169825,45746,68994,150368,,268994,l447588,417422xe" fillcolor="#4f81bd" strokecolor="#385d8a" strokeweight="2pt">
                <v:path arrowok="t" o:connecttype="custom" o:connectlocs="447588,417422;146289,451360;11472,169825;268994,0;447588,417422" o:connectangles="0,0,0,0,0"/>
              </v:shape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4476F7FF" wp14:editId="2314C290">
                <wp:simplePos x="0" y="0"/>
                <wp:positionH relativeFrom="column">
                  <wp:posOffset>1687195</wp:posOffset>
                </wp:positionH>
                <wp:positionV relativeFrom="paragraph">
                  <wp:posOffset>854075</wp:posOffset>
                </wp:positionV>
                <wp:extent cx="247650" cy="1101090"/>
                <wp:effectExtent l="304800" t="0" r="304800" b="38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75473">
                          <a:off x="0" y="0"/>
                          <a:ext cx="247650" cy="11010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32.85pt;margin-top:67.25pt;width:19.5pt;height:86.7pt;rotation:-2102097fd;z-index:2516551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" fillcolor="yellow" strokecolor="#243f60 [1604]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78C861" wp14:editId="2AAC28AD">
                <wp:simplePos x="0" y="0"/>
                <wp:positionH relativeFrom="column">
                  <wp:posOffset>1125547</wp:posOffset>
                </wp:positionH>
                <wp:positionV relativeFrom="paragraph">
                  <wp:posOffset>224445</wp:posOffset>
                </wp:positionV>
                <wp:extent cx="865126" cy="813395"/>
                <wp:effectExtent l="0" t="19050" r="11430" b="25400"/>
                <wp:wrapNone/>
                <wp:docPr id="34" name="Chor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19436">
                          <a:off x="0" y="0"/>
                          <a:ext cx="865126" cy="813395"/>
                        </a:xfrm>
                        <a:prstGeom prst="chord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4" o:spid="_x0000_s1026" style="position:absolute;margin-left:88.65pt;margin-top:17.65pt;width:68.1pt;height:64.05pt;rotation:-10246077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5126,813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" path="m728864,702998c592884,823203,390234,847848,226199,764129,48162,673264,-38958,478400,16563,295230,69525,120503,239324,-1,432562,-1l728864,702998xe" fillcolor="red" strokecolor="#385d8a" strokeweight="2pt">
                <v:path arrowok="t" o:connecttype="custom" o:connectlocs="728864,702998;226199,764129;16563,295230;432562,-1;728864,702998" o:connectangles="0,0,0,0,0"/>
              </v:shape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A13CDB" wp14:editId="29A86664">
                <wp:simplePos x="0" y="0"/>
                <wp:positionH relativeFrom="column">
                  <wp:posOffset>4836796</wp:posOffset>
                </wp:positionH>
                <wp:positionV relativeFrom="paragraph">
                  <wp:posOffset>863431</wp:posOffset>
                </wp:positionV>
                <wp:extent cx="659130" cy="735965"/>
                <wp:effectExtent l="0" t="19050" r="26670" b="26035"/>
                <wp:wrapNone/>
                <wp:docPr id="32" name="Chor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243">
                          <a:off x="0" y="0"/>
                          <a:ext cx="659130" cy="735965"/>
                        </a:xfrm>
                        <a:prstGeom prst="chord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2" o:spid="_x0000_s1026" style="position:absolute;margin-left:380.85pt;margin-top:68pt;width:51.9pt;height:57.95pt;rotation:-10496417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9130,73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" path="m575065,613483c466970,748248,287178,775292,150998,677269,33332,592573,-23570,434115,9098,282114,44658,116657,177175,,329565,l575065,613483xe" fillcolor="#00b0f0" strokecolor="#385d8a" strokeweight="2pt">
                <v:path arrowok="t" o:connecttype="custom" o:connectlocs="575065,613483;150998,677269;9098,282114;329565,0;575065,613483" o:connectangles="0,0,0,0,0"/>
              </v:shape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6CD316" wp14:editId="35EAB4C8">
                <wp:simplePos x="0" y="0"/>
                <wp:positionH relativeFrom="column">
                  <wp:posOffset>4472014</wp:posOffset>
                </wp:positionH>
                <wp:positionV relativeFrom="paragraph">
                  <wp:posOffset>527364</wp:posOffset>
                </wp:positionV>
                <wp:extent cx="1265173" cy="1400824"/>
                <wp:effectExtent l="0" t="19050" r="30480" b="8890"/>
                <wp:wrapNone/>
                <wp:docPr id="31" name="Chor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0243">
                          <a:off x="0" y="0"/>
                          <a:ext cx="1265173" cy="1400824"/>
                        </a:xfrm>
                        <a:prstGeom prst="chord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31" o:spid="_x0000_s1026" style="position:absolute;margin-left:352.15pt;margin-top:41.5pt;width:99.6pt;height:110.3pt;rotation:-10496417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65173,1400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" path="m1102045,1169871c894879,1423843,552290,1474873,291870,1290549,64336,1129502,-45773,826284,17747,535666,86442,221371,340533,,632586,r469459,1169871xe" fillcolor="red" strokecolor="#243f60 [1604]" strokeweight="2pt">
                <v:path arrowok="t" o:connecttype="custom" o:connectlocs="1102045,1169871;291870,1290549;17747,535666;632586,0;1102045,1169871" o:connectangles="0,0,0,0,0"/>
              </v:shape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08262291" wp14:editId="3A08DA36">
                <wp:simplePos x="0" y="0"/>
                <wp:positionH relativeFrom="column">
                  <wp:posOffset>2697392</wp:posOffset>
                </wp:positionH>
                <wp:positionV relativeFrom="paragraph">
                  <wp:posOffset>1234607</wp:posOffset>
                </wp:positionV>
                <wp:extent cx="1118235" cy="247650"/>
                <wp:effectExtent l="282893" t="2857" r="269557" b="2858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45108">
                          <a:off x="0" y="0"/>
                          <a:ext cx="1118235" cy="247650"/>
                        </a:xfrm>
                        <a:prstGeom prst="rect">
                          <a:avLst/>
                        </a:prstGeom>
                        <a:solidFill>
                          <a:srgbClr val="30DC69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26" style="position:absolute;margin-left:212.4pt;margin-top:97.2pt;width:88.05pt;height:19.5pt;rotation:-3992117fd;z-index:2516490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" fillcolor="#30dc69" strokecolor="#385d8a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A812AD" wp14:editId="4AE12E25">
                <wp:simplePos x="0" y="0"/>
                <wp:positionH relativeFrom="column">
                  <wp:posOffset>-9525</wp:posOffset>
                </wp:positionH>
                <wp:positionV relativeFrom="paragraph">
                  <wp:posOffset>1769745</wp:posOffset>
                </wp:positionV>
                <wp:extent cx="6257925" cy="552450"/>
                <wp:effectExtent l="0" t="19050" r="47625" b="38100"/>
                <wp:wrapNone/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552450"/>
                        </a:xfrm>
                        <a:prstGeom prst="rightArrow">
                          <a:avLst/>
                        </a:prstGeom>
                        <a:solidFill>
                          <a:srgbClr val="F8FC5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24" o:spid="_x0000_s1026" type="#_x0000_t13" style="position:absolute;margin-left:-.75pt;margin-top:139.35pt;width:492.75pt;height:43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" adj="20647" fillcolor="#f8fc5e" strokecolor="#243f60 [1604]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41D3B" wp14:editId="07D232EF">
                <wp:simplePos x="0" y="0"/>
                <wp:positionH relativeFrom="column">
                  <wp:posOffset>3546475</wp:posOffset>
                </wp:positionH>
                <wp:positionV relativeFrom="paragraph">
                  <wp:posOffset>1062355</wp:posOffset>
                </wp:positionV>
                <wp:extent cx="1385570" cy="247650"/>
                <wp:effectExtent l="0" t="2540" r="21590" b="2159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8557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3" o:spid="_x0000_s1026" style="position:absolute;margin-left:279.25pt;margin-top:83.65pt;width:109.1pt;height:19.5pt;rotation:-9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" fillcolor="yellow" strokecolor="#385d8a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F8ADC7" wp14:editId="502F728D">
                <wp:simplePos x="0" y="0"/>
                <wp:positionH relativeFrom="column">
                  <wp:posOffset>2630805</wp:posOffset>
                </wp:positionH>
                <wp:positionV relativeFrom="paragraph">
                  <wp:posOffset>1531620</wp:posOffset>
                </wp:positionV>
                <wp:extent cx="533400" cy="247650"/>
                <wp:effectExtent l="38100" t="152400" r="38100" b="152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00358"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rgbClr val="30DC69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26" style="position:absolute;margin-left:207.15pt;margin-top:120.6pt;width:42pt;height:19.5pt;rotation:-9283876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" fillcolor="#30dc69" strokecolor="#385d8a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474A5B19" wp14:editId="0A9599B0">
                <wp:simplePos x="0" y="0"/>
                <wp:positionH relativeFrom="column">
                  <wp:posOffset>1475105</wp:posOffset>
                </wp:positionH>
                <wp:positionV relativeFrom="paragraph">
                  <wp:posOffset>1208405</wp:posOffset>
                </wp:positionV>
                <wp:extent cx="1303655" cy="247650"/>
                <wp:effectExtent l="356553" t="0" r="424497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0039">
                          <a:off x="0" y="0"/>
                          <a:ext cx="1303655" cy="247650"/>
                        </a:xfrm>
                        <a:prstGeom prst="rect">
                          <a:avLst/>
                        </a:prstGeom>
                        <a:solidFill>
                          <a:srgbClr val="30DC6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6" style="position:absolute;margin-left:116.15pt;margin-top:95.15pt;width:102.65pt;height:19.5pt;rotation:-8617941fd;z-index:2516541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" fillcolor="#30dc69" strokecolor="#243f60 [1604]" strokeweight="2pt"/>
            </w:pict>
          </mc:Fallback>
        </mc:AlternateContent>
      </w:r>
      <w:r w:rsidR="00847298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35B2FB" wp14:editId="2F2009F2">
                <wp:simplePos x="0" y="0"/>
                <wp:positionH relativeFrom="column">
                  <wp:posOffset>2432050</wp:posOffset>
                </wp:positionH>
                <wp:positionV relativeFrom="paragraph">
                  <wp:posOffset>1597660</wp:posOffset>
                </wp:positionV>
                <wp:extent cx="467360" cy="247650"/>
                <wp:effectExtent l="128905" t="42545" r="137795" b="4254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17401">
                          <a:off x="0" y="0"/>
                          <a:ext cx="467360" cy="247650"/>
                        </a:xfrm>
                        <a:prstGeom prst="rect">
                          <a:avLst/>
                        </a:prstGeom>
                        <a:solidFill>
                          <a:srgbClr val="30DC69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191.5pt;margin-top:125.8pt;width:36.8pt;height:19.5pt;rotation:-347624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" fillcolor="#30dc69" strokecolor="#385d8a" strokeweight="2pt"/>
            </w:pict>
          </mc:Fallback>
        </mc:AlternateContent>
      </w:r>
      <w:r w:rsidR="002E142D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2A5CAE" wp14:editId="23328243">
                <wp:simplePos x="0" y="0"/>
                <wp:positionH relativeFrom="column">
                  <wp:posOffset>895350</wp:posOffset>
                </wp:positionH>
                <wp:positionV relativeFrom="paragraph">
                  <wp:posOffset>632765</wp:posOffset>
                </wp:positionV>
                <wp:extent cx="142875" cy="83820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82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70.5pt;margin-top:49.8pt;width:11.25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" fillcolor="#00b0f0" strokecolor="#243f60 [1604]" strokeweight="2pt"/>
            </w:pict>
          </mc:Fallback>
        </mc:AlternateContent>
      </w:r>
      <w:r w:rsidR="002E142D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3BC1257" wp14:editId="411870D1">
                <wp:simplePos x="0" y="0"/>
                <wp:positionH relativeFrom="column">
                  <wp:posOffset>1200150</wp:posOffset>
                </wp:positionH>
                <wp:positionV relativeFrom="paragraph">
                  <wp:posOffset>226695</wp:posOffset>
                </wp:positionV>
                <wp:extent cx="257175" cy="16478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647825"/>
                        </a:xfrm>
                        <a:prstGeom prst="rect">
                          <a:avLst/>
                        </a:prstGeom>
                        <a:solidFill>
                          <a:srgbClr val="F6A02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94.5pt;margin-top:17.85pt;width:20.25pt;height:129.7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" fillcolor="#f6a022" strokecolor="#243f60 [1604]" strokeweight="2pt"/>
            </w:pict>
          </mc:Fallback>
        </mc:AlternateContent>
      </w:r>
      <w:r w:rsidR="002E142D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1ACDA44" wp14:editId="3F3E4276">
                <wp:simplePos x="0" y="0"/>
                <wp:positionH relativeFrom="column">
                  <wp:posOffset>676275</wp:posOffset>
                </wp:positionH>
                <wp:positionV relativeFrom="paragraph">
                  <wp:posOffset>226695</wp:posOffset>
                </wp:positionV>
                <wp:extent cx="647700" cy="164782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1647825"/>
                        </a:xfrm>
                        <a:prstGeom prst="ellipse">
                          <a:avLst/>
                        </a:prstGeom>
                        <a:solidFill>
                          <a:srgbClr val="30DC6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53.25pt;margin-top:17.85pt;width:51pt;height:129.7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" fillcolor="#30dc69" strokecolor="#243f60 [1604]" strokeweight="2pt"/>
            </w:pict>
          </mc:Fallback>
        </mc:AlternateContent>
      </w:r>
      <w:r w:rsidR="002E142D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8887F3" wp14:editId="5AD4625F">
                <wp:simplePos x="0" y="0"/>
                <wp:positionH relativeFrom="column">
                  <wp:posOffset>200025</wp:posOffset>
                </wp:positionH>
                <wp:positionV relativeFrom="paragraph">
                  <wp:posOffset>750570</wp:posOffset>
                </wp:positionV>
                <wp:extent cx="647700" cy="3048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5.75pt;margin-top:59.1pt;width:51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" fillcolor="yellow" strokecolor="#385d8a" strokeweight="2pt"/>
            </w:pict>
          </mc:Fallback>
        </mc:AlternateContent>
      </w:r>
      <w:r w:rsidR="002E142D">
        <w:rPr>
          <w:rFonts w:ascii="French Script MT" w:hAnsi="French Script M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CEC256" wp14:editId="37021F54">
                <wp:simplePos x="0" y="0"/>
                <wp:positionH relativeFrom="column">
                  <wp:posOffset>200025</wp:posOffset>
                </wp:positionH>
                <wp:positionV relativeFrom="paragraph">
                  <wp:posOffset>226695</wp:posOffset>
                </wp:positionV>
                <wp:extent cx="647700" cy="3048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5.75pt;margin-top:17.85pt;width:51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" fillcolor="red" strokecolor="#385d8a" strokeweight="2pt"/>
            </w:pict>
          </mc:Fallback>
        </mc:AlternateContent>
      </w:r>
      <w:r w:rsidR="002E142D" w:rsidRPr="002E142D">
        <w:rPr>
          <w:rFonts w:ascii="French Script MT" w:hAnsi="French Script MT"/>
          <w:noProof/>
          <w:color w:val="E36C0A" w:themeColor="accent6" w:themeShade="B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8BB4C" wp14:editId="1DB62E06">
                <wp:simplePos x="0" y="0"/>
                <wp:positionH relativeFrom="column">
                  <wp:posOffset>-9525</wp:posOffset>
                </wp:positionH>
                <wp:positionV relativeFrom="paragraph">
                  <wp:posOffset>226695</wp:posOffset>
                </wp:positionV>
                <wp:extent cx="209550" cy="1647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47825"/>
                        </a:xfrm>
                        <a:prstGeom prst="rect">
                          <a:avLst/>
                        </a:prstGeom>
                        <a:solidFill>
                          <a:srgbClr val="F6A02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.75pt;margin-top:17.85pt;width:16.5pt;height:12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" fillcolor="#f6a022" strokecolor="black [1600]" strokeweight="2pt"/>
            </w:pict>
          </mc:Fallback>
        </mc:AlternateContent>
      </w:r>
    </w:p>
    <w:sectPr w:rsidR="002E142D" w:rsidRPr="002E1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2D"/>
    <w:rsid w:val="00275493"/>
    <w:rsid w:val="002E142D"/>
    <w:rsid w:val="00847298"/>
    <w:rsid w:val="009C0E58"/>
    <w:rsid w:val="00D0249C"/>
    <w:rsid w:val="00D15BCB"/>
    <w:rsid w:val="00D1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0194-26B6-41E4-8EE5-C673753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474E1675</Template>
  <TotalTime>93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543543</dc:creator>
  <cp:keywords/>
  <dc:description/>
  <cp:lastModifiedBy>HOULTON, BENJAMIN</cp:lastModifiedBy>
  <cp:revision>1</cp:revision>
  <dcterms:created xsi:type="dcterms:W3CDTF">2011-09-16T18:19:00Z</dcterms:created>
  <dcterms:modified xsi:type="dcterms:W3CDTF">2011-09-16T19:53:00Z</dcterms:modified>
</cp:coreProperties>
</file>